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578EB" w14:textId="77777777" w:rsidR="00EA61F5" w:rsidRDefault="00EA61F5" w:rsidP="00EA61F5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center"/>
        <w:rPr>
          <w:rFonts w:eastAsia="Calibri"/>
          <w:b/>
          <w:smallCaps/>
          <w:color w:val="0F243E"/>
          <w:sz w:val="28"/>
        </w:rPr>
      </w:pPr>
      <w:bookmarkStart w:id="0" w:name="CIG"/>
    </w:p>
    <w:p w14:paraId="7F6CB558" w14:textId="5064E24F" w:rsidR="00BB06E4" w:rsidRDefault="00BB06E4" w:rsidP="00BB06E4">
      <w:pPr>
        <w:spacing w:before="60" w:after="60"/>
        <w:ind w:firstLine="426"/>
        <w:jc w:val="center"/>
        <w:rPr>
          <w:b/>
        </w:rPr>
      </w:pPr>
      <w:r w:rsidRPr="008D0E3C">
        <w:rPr>
          <w:rFonts w:ascii="Garamond" w:eastAsia="Calibri" w:hAnsi="Garamond"/>
          <w:b/>
          <w:smallCaps/>
          <w:color w:val="0F243E"/>
        </w:rPr>
        <w:t xml:space="preserve">Procedura Aperta per </w:t>
      </w:r>
      <w:bookmarkStart w:id="1" w:name="_Hlk33190035"/>
      <w:r>
        <w:rPr>
          <w:b/>
        </w:rPr>
        <w:t xml:space="preserve"> </w:t>
      </w:r>
    </w:p>
    <w:p w14:paraId="0875F958" w14:textId="0DCD2DA8" w:rsidR="00BB06E4" w:rsidRPr="006F2BF9" w:rsidRDefault="00CD402E" w:rsidP="00BB06E4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  <w:r>
        <w:rPr>
          <w:b/>
        </w:rPr>
        <w:t>“</w:t>
      </w:r>
      <w:r w:rsidR="00E065FF">
        <w:rPr>
          <w:rFonts w:ascii="Calibri" w:hAnsi="Calibri" w:cs="Calibri"/>
          <w:b/>
          <w:lang w:bidi="hi-IN"/>
        </w:rPr>
        <w:t xml:space="preserve">PNRR – Missione 6 – Componente 1 – Sezione 1.2.2 - Lavori di realizzazione della Centrale Operativa Territoriale (COT) di Avellino c/o il D.S. di Avellino in Via Degli </w:t>
      </w:r>
      <w:proofErr w:type="spellStart"/>
      <w:r w:rsidR="00E065FF">
        <w:rPr>
          <w:rFonts w:ascii="Calibri" w:hAnsi="Calibri" w:cs="Calibri"/>
          <w:b/>
          <w:lang w:bidi="hi-IN"/>
        </w:rPr>
        <w:t>Imbimbo</w:t>
      </w:r>
      <w:proofErr w:type="spellEnd"/>
      <w:r w:rsidR="00E065FF">
        <w:rPr>
          <w:rFonts w:ascii="Calibri" w:hAnsi="Calibri" w:cs="Calibri"/>
          <w:b/>
          <w:lang w:bidi="hi-IN"/>
        </w:rPr>
        <w:t xml:space="preserve"> 10/12</w:t>
      </w:r>
      <w:r w:rsidR="00BB06E4" w:rsidRPr="006F2BF9">
        <w:rPr>
          <w:rFonts w:ascii="Garamond" w:eastAsia="Calibri" w:hAnsi="Garamond"/>
          <w:b/>
          <w:smallCaps/>
          <w:color w:val="0F243E"/>
        </w:rPr>
        <w:t>”</w:t>
      </w:r>
    </w:p>
    <w:p w14:paraId="30EB4890" w14:textId="77777777" w:rsidR="00BB06E4" w:rsidRPr="006F2BF9" w:rsidRDefault="00BB06E4" w:rsidP="00BB06E4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</w:p>
    <w:bookmarkEnd w:id="1"/>
    <w:p w14:paraId="7B517A65" w14:textId="77777777" w:rsidR="002541AC" w:rsidRDefault="002541AC" w:rsidP="002541AC">
      <w:pPr>
        <w:pBdr>
          <w:bottom w:val="thickThinSmallGap" w:sz="12" w:space="1" w:color="0F243E"/>
        </w:pBdr>
        <w:tabs>
          <w:tab w:val="left" w:pos="4820"/>
        </w:tabs>
        <w:jc w:val="center"/>
        <w:rPr>
          <w:rFonts w:eastAsia="Calibri"/>
          <w:b/>
          <w:smallCaps/>
          <w:color w:val="0F243E"/>
          <w:sz w:val="28"/>
          <w:szCs w:val="28"/>
        </w:rPr>
      </w:pPr>
      <w:r>
        <w:rPr>
          <w:rFonts w:eastAsia="Calibri"/>
          <w:b/>
          <w:smallCaps/>
          <w:color w:val="0F243E"/>
          <w:sz w:val="28"/>
          <w:szCs w:val="28"/>
        </w:rPr>
        <w:t>CUP: H32C22000110001 CIG</w:t>
      </w:r>
      <w:r>
        <w:rPr>
          <w:b/>
        </w:rPr>
        <w:t xml:space="preserve">: </w:t>
      </w:r>
      <w:r>
        <w:rPr>
          <w:rFonts w:eastAsia="Calibri"/>
          <w:b/>
          <w:smallCaps/>
          <w:color w:val="0F243E"/>
          <w:sz w:val="28"/>
          <w:szCs w:val="28"/>
        </w:rPr>
        <w:t xml:space="preserve">9746503CB4 </w:t>
      </w:r>
    </w:p>
    <w:p w14:paraId="63A7778F" w14:textId="77777777" w:rsidR="00973437" w:rsidRPr="005E401C" w:rsidRDefault="00973437" w:rsidP="005E401C">
      <w:pPr>
        <w:pBdr>
          <w:bottom w:val="thickThinSmallGap" w:sz="12" w:space="1" w:color="0F243E"/>
        </w:pBdr>
        <w:spacing w:line="276" w:lineRule="auto"/>
        <w:ind w:firstLine="426"/>
        <w:contextualSpacing/>
        <w:jc w:val="center"/>
        <w:rPr>
          <w:rFonts w:eastAsia="Calibri"/>
          <w:b/>
          <w:smallCaps/>
          <w:sz w:val="28"/>
        </w:rPr>
      </w:pPr>
      <w:bookmarkStart w:id="2" w:name="_GoBack"/>
      <w:bookmarkEnd w:id="2"/>
    </w:p>
    <w:p w14:paraId="2AA29AD8" w14:textId="77777777" w:rsidR="003A3060" w:rsidRPr="00F24600" w:rsidRDefault="00511405" w:rsidP="004C60B1">
      <w:pPr>
        <w:pStyle w:val="Intestazione"/>
        <w:tabs>
          <w:tab w:val="clear" w:pos="4819"/>
          <w:tab w:val="clear" w:pos="9638"/>
        </w:tabs>
        <w:spacing w:before="240"/>
        <w:jc w:val="center"/>
        <w:rPr>
          <w:rFonts w:ascii="Garamond" w:hAnsi="Garamond" w:cs="Arial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>ALLEGATO</w:t>
      </w:r>
      <w:r w:rsidR="00572FD2" w:rsidRPr="00F24600">
        <w:rPr>
          <w:rFonts w:ascii="Garamond" w:hAnsi="Garamond" w:cs="Arial"/>
          <w:b/>
          <w:smallCaps/>
          <w:szCs w:val="24"/>
        </w:rPr>
        <w:t xml:space="preserve"> A</w:t>
      </w:r>
      <w:r w:rsidR="009543BA" w:rsidRPr="00F24600">
        <w:rPr>
          <w:rFonts w:ascii="Garamond" w:hAnsi="Garamond" w:cs="Arial"/>
          <w:b/>
          <w:smallCaps/>
          <w:szCs w:val="24"/>
        </w:rPr>
        <w:t>2</w:t>
      </w:r>
      <w:r w:rsidR="00F24600">
        <w:rPr>
          <w:rFonts w:ascii="Garamond" w:hAnsi="Garamond" w:cs="Arial"/>
          <w:b/>
          <w:smallCaps/>
          <w:szCs w:val="24"/>
        </w:rPr>
        <w:t xml:space="preserve"> BIS</w:t>
      </w:r>
    </w:p>
    <w:p w14:paraId="3B1B078B" w14:textId="77777777" w:rsidR="003A3060" w:rsidRPr="00F24600" w:rsidRDefault="003A3060" w:rsidP="003A3060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>“</w:t>
      </w:r>
      <w:r w:rsidR="009543BA" w:rsidRPr="00F24600">
        <w:rPr>
          <w:rFonts w:ascii="Garamond" w:hAnsi="Garamond" w:cs="Arial"/>
          <w:b/>
          <w:smallCaps/>
          <w:szCs w:val="24"/>
        </w:rPr>
        <w:t>Integrazione DGUE</w:t>
      </w:r>
      <w:r w:rsidRPr="00F24600">
        <w:rPr>
          <w:rFonts w:ascii="Garamond" w:hAnsi="Garamond" w:cs="Calibri"/>
          <w:b/>
          <w:smallCaps/>
          <w:szCs w:val="24"/>
        </w:rPr>
        <w:t>”</w:t>
      </w:r>
    </w:p>
    <w:p w14:paraId="16FD2662" w14:textId="77777777" w:rsidR="0032736C" w:rsidRPr="00F24600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zCs w:val="24"/>
          <w:u w:val="single"/>
        </w:rPr>
        <w:t>Il presente documento dovrà essere firmato digitalmente dal dichiarante e allegato a Sistema, secondo quanto indicato nel Disciplinare di gara e nelle guide al Sistema.</w:t>
      </w:r>
    </w:p>
    <w:bookmarkEnd w:id="0"/>
    <w:p w14:paraId="08B62AA3" w14:textId="77777777"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</w:p>
    <w:p w14:paraId="4F8E690F" w14:textId="77777777"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permStart w:id="1743198161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743198161"/>
    </w:p>
    <w:p w14:paraId="256146FB" w14:textId="77777777"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937453412" w:edGrp="everyone"/>
      <w:r w:rsidR="00EE226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937453412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776031951" w:edGrp="everyone"/>
      <w:r w:rsidR="0066770E" w:rsidRPr="00CF04A7">
        <w:rPr>
          <w:rStyle w:val="Testosegnaposto"/>
          <w:rFonts w:ascii="Garamond" w:hAnsi="Garamond"/>
          <w:sz w:val="16"/>
        </w:rPr>
        <w:t>__</w:t>
      </w:r>
      <w:permEnd w:id="776031951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1588670359" w:edGrp="everyone"/>
      <w:r w:rsidR="00EE2262" w:rsidRPr="00CF04A7">
        <w:rPr>
          <w:rFonts w:ascii="Garamond" w:hAnsi="Garamond" w:cs="Arial"/>
          <w:sz w:val="22"/>
          <w:szCs w:val="22"/>
        </w:rPr>
        <w:t>__/__/____</w:t>
      </w:r>
      <w:permEnd w:id="1588670359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permStart w:id="979894382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979894382"/>
      <w:r w:rsidR="000E6AA2" w:rsidRPr="00CF04A7">
        <w:rPr>
          <w:rFonts w:ascii="Garamond" w:hAnsi="Garamond" w:cs="Arial"/>
          <w:sz w:val="22"/>
          <w:szCs w:val="22"/>
        </w:rPr>
        <w:t>,</w:t>
      </w:r>
    </w:p>
    <w:p w14:paraId="1FECDF8E" w14:textId="77777777"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1438078730" w:edGrp="everyone"/>
      <w:r w:rsidR="0066770E" w:rsidRPr="00CF04A7">
        <w:rPr>
          <w:rStyle w:val="Testosegnaposto"/>
          <w:rFonts w:ascii="Garamond" w:hAnsi="Garamond"/>
          <w:sz w:val="16"/>
          <w:szCs w:val="16"/>
        </w:rPr>
        <w:t>Scegliere un elemento.</w:t>
      </w:r>
      <w:permEnd w:id="1438078730"/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14:paraId="5D49124A" w14:textId="77777777"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1630999645" w:edGrp="everyone"/>
      <w:r w:rsidR="006677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630999645"/>
      <w:r w:rsidRPr="00CF04A7">
        <w:rPr>
          <w:rFonts w:ascii="Garamond" w:hAnsi="Garamond" w:cs="Arial"/>
          <w:sz w:val="22"/>
          <w:szCs w:val="22"/>
        </w:rPr>
        <w:t>)</w:t>
      </w:r>
    </w:p>
    <w:p w14:paraId="574F9A91" w14:textId="77777777"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572865807" w:edGrp="everyone"/>
      <w:r w:rsidR="002C546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572865807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23866914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3866914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32058417" w:edGrp="everyone"/>
      <w:r w:rsidR="001008F2" w:rsidRPr="00CF04A7">
        <w:rPr>
          <w:rStyle w:val="Testosegnaposto"/>
          <w:rFonts w:ascii="Garamond" w:hAnsi="Garamond"/>
          <w:sz w:val="16"/>
        </w:rPr>
        <w:t>__.</w:t>
      </w:r>
      <w:permEnd w:id="32058417"/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permStart w:id="471138464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71138464"/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14:paraId="23E985EB" w14:textId="77777777"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permStart w:id="1512048161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12048161"/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permStart w:id="1473264852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473264852"/>
    </w:p>
    <w:p w14:paraId="50C348A9" w14:textId="77777777"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14:paraId="6EC74F63" w14:textId="77777777"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14:paraId="6F3D7A8E" w14:textId="77777777"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</w:t>
      </w:r>
      <w:r w:rsidR="000C28AB">
        <w:rPr>
          <w:rFonts w:ascii="Garamond" w:hAnsi="Garamond" w:cs="Calibri"/>
          <w:sz w:val="22"/>
          <w:szCs w:val="22"/>
        </w:rPr>
        <w:t xml:space="preserve"> </w:t>
      </w:r>
      <w:r w:rsidRPr="00B41A3C">
        <w:rPr>
          <w:rFonts w:ascii="Garamond" w:hAnsi="Garamond" w:cs="Calibri"/>
          <w:sz w:val="22"/>
          <w:szCs w:val="22"/>
        </w:rPr>
        <w:t>uopo predisposto;</w:t>
      </w:r>
    </w:p>
    <w:p w14:paraId="24938183" w14:textId="77777777"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14:paraId="49DC5608" w14:textId="77777777"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14:paraId="24DD49C6" w14:textId="77777777"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14:paraId="5863F4BD" w14:textId="77777777"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lastRenderedPageBreak/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753669065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53669065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361043749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361043749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1935889619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935889619"/>
      <w:r w:rsidR="00AE3777" w:rsidRPr="00CF04A7">
        <w:rPr>
          <w:rFonts w:ascii="Garamond" w:hAnsi="Garamond" w:cs="Calibri"/>
          <w:sz w:val="22"/>
          <w:szCs w:val="22"/>
        </w:rPr>
        <w:t>;</w:t>
      </w:r>
    </w:p>
    <w:p w14:paraId="0DB0DF43" w14:textId="77777777"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958295031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958295031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155229977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155229977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1530943185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30943185"/>
      <w:r w:rsidR="00B1532E" w:rsidRPr="00CF04A7">
        <w:rPr>
          <w:rFonts w:ascii="Garamond" w:hAnsi="Garamond" w:cs="Calibri"/>
          <w:sz w:val="22"/>
          <w:szCs w:val="22"/>
        </w:rPr>
        <w:t>;</w:t>
      </w:r>
    </w:p>
    <w:p w14:paraId="5571D6B2" w14:textId="77777777" w:rsidR="00BD5737" w:rsidRPr="002E4B43" w:rsidRDefault="00012056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Pr="00012056">
        <w:rPr>
          <w:rFonts w:ascii="Garamond" w:hAnsi="Garamond"/>
          <w:b/>
          <w:sz w:val="22"/>
          <w:szCs w:val="22"/>
        </w:rPr>
        <w:t xml:space="preserve">ttesta </w:t>
      </w:r>
      <w:r w:rsidRPr="00012056">
        <w:rPr>
          <w:rFonts w:ascii="Garamond" w:hAnsi="Garamond" w:cs="Arial"/>
          <w:sz w:val="22"/>
          <w:szCs w:val="22"/>
        </w:rPr>
        <w:t xml:space="preserve">di essere informato, ai sensi e per gli effetti del decreto legislativo 30 giugno 2003, n. 196, integrato con le modifiche introdotte dal </w:t>
      </w:r>
      <w:proofErr w:type="spellStart"/>
      <w:proofErr w:type="gramStart"/>
      <w:r w:rsidRPr="00012056">
        <w:rPr>
          <w:rFonts w:ascii="Garamond" w:hAnsi="Garamond" w:cs="Arial"/>
          <w:sz w:val="22"/>
          <w:szCs w:val="22"/>
        </w:rPr>
        <w:t>D.Lgs</w:t>
      </w:r>
      <w:proofErr w:type="gramEnd"/>
      <w:r w:rsidRPr="00012056">
        <w:rPr>
          <w:rFonts w:ascii="Garamond" w:hAnsi="Garamond" w:cs="Arial"/>
          <w:sz w:val="22"/>
          <w:szCs w:val="22"/>
        </w:rPr>
        <w:t>.</w:t>
      </w:r>
      <w:proofErr w:type="spellEnd"/>
      <w:r w:rsidRPr="00012056">
        <w:rPr>
          <w:rFonts w:ascii="Garamond" w:hAnsi="Garamond" w:cs="Arial"/>
          <w:sz w:val="22"/>
          <w:szCs w:val="22"/>
        </w:rPr>
        <w:t xml:space="preserve"> 10 agosto 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dati”, che i dati personali raccolti saranno trattati secondo quanto previsto dal par. </w:t>
      </w:r>
      <w:r w:rsidR="008A710F">
        <w:rPr>
          <w:rFonts w:ascii="Garamond" w:hAnsi="Garamond" w:cs="Arial"/>
          <w:sz w:val="22"/>
          <w:szCs w:val="22"/>
        </w:rPr>
        <w:t>25</w:t>
      </w:r>
      <w:r w:rsidRPr="00012056">
        <w:rPr>
          <w:rFonts w:ascii="Garamond" w:hAnsi="Garamond" w:cs="Arial"/>
          <w:sz w:val="22"/>
          <w:szCs w:val="22"/>
        </w:rPr>
        <w:t xml:space="preserve"> del presente </w:t>
      </w:r>
      <w:r w:rsidR="008A710F">
        <w:rPr>
          <w:rFonts w:ascii="Garamond" w:hAnsi="Garamond" w:cs="Arial"/>
          <w:sz w:val="22"/>
          <w:szCs w:val="22"/>
        </w:rPr>
        <w:t>D</w:t>
      </w:r>
      <w:r w:rsidRPr="00012056">
        <w:rPr>
          <w:rFonts w:ascii="Garamond" w:hAnsi="Garamond" w:cs="Arial"/>
          <w:sz w:val="22"/>
          <w:szCs w:val="22"/>
        </w:rPr>
        <w:t>isciplinare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14:paraId="0B463DD7" w14:textId="77777777" w:rsidR="00BD0A77" w:rsidRPr="002E4B43" w:rsidRDefault="00BD0A77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i/>
          <w:sz w:val="22"/>
          <w:szCs w:val="22"/>
        </w:rPr>
      </w:pPr>
      <w:r w:rsidRPr="002E4B43">
        <w:rPr>
          <w:rFonts w:ascii="Garamond" w:hAnsi="Garamond" w:cs="Calibri"/>
          <w:b/>
          <w:sz w:val="22"/>
          <w:szCs w:val="22"/>
        </w:rPr>
        <w:t>attesta</w:t>
      </w:r>
      <w:r w:rsidR="00A61374" w:rsidRPr="002E4B43">
        <w:rPr>
          <w:rFonts w:ascii="Garamond" w:hAnsi="Garamond" w:cs="Calibri"/>
          <w:sz w:val="22"/>
          <w:szCs w:val="22"/>
        </w:rPr>
        <w:t xml:space="preserve"> </w:t>
      </w:r>
      <w:r w:rsidRPr="002E4B43">
        <w:rPr>
          <w:rFonts w:ascii="Garamond" w:hAnsi="Garamond" w:cs="Calibri"/>
          <w:i/>
          <w:sz w:val="22"/>
          <w:szCs w:val="22"/>
        </w:rPr>
        <w:t>(Barrare il punto relativo alla propria situazione)</w:t>
      </w:r>
      <w:r w:rsidR="00A61374" w:rsidRPr="002E4B43">
        <w:rPr>
          <w:rFonts w:ascii="Garamond" w:hAnsi="Garamond" w:cs="Calibri"/>
          <w:sz w:val="22"/>
          <w:szCs w:val="22"/>
        </w:rPr>
        <w:t>:</w:t>
      </w:r>
    </w:p>
    <w:p w14:paraId="20BF060C" w14:textId="77777777"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502100816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02100816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NON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>”, di cui al decreto del Ministro delle finanze del 4 maggio 1999 e al decreto del Ministro dell’economia e delle finanze del 21 novembre 2001;</w:t>
      </w:r>
    </w:p>
    <w:p w14:paraId="5B57C2E3" w14:textId="77777777" w:rsidR="00E43E73" w:rsidRPr="002E4B43" w:rsidRDefault="00E43E73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 w:cs="Arial"/>
          <w:b/>
          <w:i/>
          <w:sz w:val="22"/>
          <w:szCs w:val="22"/>
        </w:rPr>
        <w:t>Ovvero</w:t>
      </w:r>
    </w:p>
    <w:p w14:paraId="50DC7813" w14:textId="77777777"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024283407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024283407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 xml:space="preserve">”, di cui al decreto del Ministro delle finanze del 4 maggio 1999 e al decreto del Ministro dell’economia e delle finanze del 21 novembre 2001 e di essere in possesso dell’autorizzazione rilasciata ai sensi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d.m.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14 dicembre 2010 del Ministero dell’economia e delle finanze (art. 37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d.l.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31 maggio 2010, n. 78), oppure, avere in corso un procedimento per il rilasci</w:t>
      </w:r>
      <w:r w:rsidR="00A61374" w:rsidRPr="002E4B43">
        <w:rPr>
          <w:rFonts w:ascii="Garamond" w:hAnsi="Garamond" w:cs="Calibri"/>
          <w:sz w:val="22"/>
          <w:szCs w:val="22"/>
        </w:rPr>
        <w:t>o della predetta autorizzazione;</w:t>
      </w:r>
    </w:p>
    <w:p w14:paraId="34F7432D" w14:textId="77777777"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 xml:space="preserve">selezionare </w:t>
      </w:r>
      <w:proofErr w:type="gramStart"/>
      <w:r w:rsidRPr="002E4B43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2E4B43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14:paraId="0CD8D9C3" w14:textId="77777777" w:rsidR="00A01398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435116118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435116118"/>
      <w:r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 xml:space="preserve">l’Impresa si trova in una delle condizioni previste dall’art. 80, co. 11, </w:t>
      </w:r>
      <w:proofErr w:type="spellStart"/>
      <w:proofErr w:type="gramStart"/>
      <w:r w:rsidR="00F51D31" w:rsidRPr="002E4B43">
        <w:rPr>
          <w:rFonts w:ascii="Garamond" w:hAnsi="Garamond"/>
          <w:sz w:val="22"/>
          <w:szCs w:val="22"/>
        </w:rPr>
        <w:t>D.Lgs</w:t>
      </w:r>
      <w:proofErr w:type="gramEnd"/>
      <w:r w:rsidR="00F51D31" w:rsidRPr="002E4B43">
        <w:rPr>
          <w:rFonts w:ascii="Garamond" w:hAnsi="Garamond"/>
          <w:sz w:val="22"/>
          <w:szCs w:val="22"/>
        </w:rPr>
        <w:t>.</w:t>
      </w:r>
      <w:proofErr w:type="spellEnd"/>
      <w:r w:rsidR="00F51D31" w:rsidRPr="002E4B43">
        <w:rPr>
          <w:rFonts w:ascii="Garamond" w:hAnsi="Garamond"/>
          <w:sz w:val="22"/>
          <w:szCs w:val="22"/>
        </w:rPr>
        <w:t xml:space="preserve"> 50/2016</w:t>
      </w:r>
      <w:r w:rsidR="00F447FE" w:rsidRPr="002E4B43">
        <w:rPr>
          <w:rFonts w:ascii="Garamond" w:hAnsi="Garamond"/>
          <w:sz w:val="22"/>
          <w:szCs w:val="22"/>
        </w:rPr>
        <w:t xml:space="preserve"> e </w:t>
      </w:r>
      <w:proofErr w:type="spellStart"/>
      <w:r w:rsidR="00F447FE" w:rsidRPr="002E4B43">
        <w:rPr>
          <w:rFonts w:ascii="Garamond" w:hAnsi="Garamond"/>
          <w:sz w:val="22"/>
          <w:szCs w:val="22"/>
        </w:rPr>
        <w:t>s.m.i.</w:t>
      </w:r>
      <w:proofErr w:type="spellEnd"/>
      <w:r w:rsidR="00F447FE" w:rsidRPr="002E4B43">
        <w:rPr>
          <w:rFonts w:ascii="Garamond" w:hAnsi="Garamond"/>
          <w:sz w:val="22"/>
          <w:szCs w:val="22"/>
        </w:rPr>
        <w:t xml:space="preserve">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proofErr w:type="spellStart"/>
      <w:r w:rsidR="00704A47"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694443397" w:edGrp="everyone"/>
      <w:permStart w:id="1454007578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694443397"/>
      <w:permEnd w:id="1454007578"/>
      <w:r w:rsidR="00F41915" w:rsidRPr="002E4B43">
        <w:rPr>
          <w:rFonts w:ascii="Garamond" w:hAnsi="Garamond"/>
          <w:sz w:val="22"/>
          <w:szCs w:val="22"/>
        </w:rPr>
        <w:t>);</w:t>
      </w:r>
    </w:p>
    <w:p w14:paraId="7626BB18" w14:textId="77777777"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3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3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C001A3" w:rsidRPr="00CF04A7" w14:paraId="02DDA43C" w14:textId="77777777" w:rsidTr="000A0F8D">
        <w:trPr>
          <w:trHeight w:val="246"/>
          <w:jc w:val="center"/>
        </w:trPr>
        <w:tc>
          <w:tcPr>
            <w:tcW w:w="1431" w:type="pct"/>
            <w:shd w:val="clear" w:color="auto" w:fill="auto"/>
            <w:vAlign w:val="center"/>
          </w:tcPr>
          <w:p w14:paraId="46E47CD5" w14:textId="77777777"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auto"/>
            <w:vAlign w:val="center"/>
          </w:tcPr>
          <w:p w14:paraId="4695CD9F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7BFE2938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auto"/>
            <w:vAlign w:val="center"/>
          </w:tcPr>
          <w:p w14:paraId="60804F17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auto"/>
            <w:vAlign w:val="center"/>
          </w:tcPr>
          <w:p w14:paraId="35670809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Cessato</w:t>
            </w:r>
          </w:p>
          <w:p w14:paraId="4CAC2393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(si/no)</w:t>
            </w:r>
          </w:p>
        </w:tc>
      </w:tr>
      <w:tr w:rsidR="00522A94" w:rsidRPr="00CF04A7" w14:paraId="671D5B45" w14:textId="77777777" w:rsidTr="000A0F8D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14:paraId="0BF23F82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40781272" w:edGrp="everyone" w:colFirst="0" w:colLast="0"/>
            <w:permStart w:id="1324169851" w:edGrp="everyone" w:colFirst="1" w:colLast="1"/>
            <w:permStart w:id="1436755862" w:edGrp="everyone" w:colFirst="2" w:colLast="2"/>
            <w:permStart w:id="1032262638" w:edGrp="everyone" w:colFirst="3" w:colLast="3"/>
            <w:permStart w:id="1941904608" w:edGrp="everyone" w:colFirst="4" w:colLast="4"/>
            <w:permStart w:id="516765429" w:edGrp="everyone"/>
          </w:p>
        </w:tc>
        <w:tc>
          <w:tcPr>
            <w:tcW w:w="1145" w:type="pct"/>
            <w:shd w:val="clear" w:color="auto" w:fill="auto"/>
            <w:vAlign w:val="center"/>
          </w:tcPr>
          <w:p w14:paraId="677B0A0F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763DDC3F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shd w:val="clear" w:color="auto" w:fill="auto"/>
            <w:vAlign w:val="center"/>
          </w:tcPr>
          <w:p w14:paraId="3E3742A4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14:paraId="69045AD4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57B67CDD" w14:textId="77777777" w:rsidTr="000A0F8D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14:paraId="6C434140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550797003" w:edGrp="everyone" w:colFirst="0" w:colLast="0"/>
            <w:permStart w:id="108880802" w:edGrp="everyone" w:colFirst="1" w:colLast="1"/>
            <w:permStart w:id="800661256" w:edGrp="everyone" w:colFirst="2" w:colLast="2"/>
            <w:permStart w:id="1506244087" w:edGrp="everyone" w:colFirst="3" w:colLast="3"/>
            <w:permStart w:id="259284824" w:edGrp="everyone" w:colFirst="4" w:colLast="4"/>
            <w:permStart w:id="1340934232" w:edGrp="everyone" w:colFirst="5" w:colLast="5"/>
            <w:permEnd w:id="240781272"/>
            <w:permEnd w:id="1324169851"/>
            <w:permEnd w:id="1436755862"/>
            <w:permEnd w:id="1032262638"/>
            <w:permEnd w:id="1941904608"/>
          </w:p>
        </w:tc>
        <w:tc>
          <w:tcPr>
            <w:tcW w:w="1145" w:type="pct"/>
            <w:shd w:val="clear" w:color="auto" w:fill="auto"/>
            <w:vAlign w:val="center"/>
          </w:tcPr>
          <w:p w14:paraId="6B2B369F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73DB740F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shd w:val="clear" w:color="auto" w:fill="auto"/>
            <w:vAlign w:val="center"/>
          </w:tcPr>
          <w:p w14:paraId="45005EDB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14:paraId="3A43D7B1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516765429"/>
      <w:permEnd w:id="1550797003"/>
      <w:permEnd w:id="108880802"/>
      <w:permEnd w:id="800661256"/>
      <w:permEnd w:id="1506244087"/>
      <w:permEnd w:id="259284824"/>
      <w:permEnd w:id="1340934232"/>
    </w:tbl>
    <w:p w14:paraId="0EE102C7" w14:textId="77777777"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14:paraId="6934539F" w14:textId="77777777"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14:paraId="1778F7F8" w14:textId="77777777" w:rsidR="00B51DCF" w:rsidRPr="002E4B43" w:rsidRDefault="00CB5882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239171548" w:edGrp="everyone"/>
      <w:r>
        <w:rPr>
          <w:rFonts w:ascii="MS Gothic" w:eastAsia="MS Gothic" w:hAnsi="MS Gothic" w:cs="Arial" w:hint="eastAsia"/>
          <w:sz w:val="22"/>
          <w:szCs w:val="22"/>
        </w:rPr>
        <w:t>☐</w:t>
      </w:r>
      <w:permEnd w:id="239171548"/>
      <w:r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C001A3" w:rsidRPr="00CF04A7" w14:paraId="6B913B6A" w14:textId="77777777" w:rsidTr="000A0F8D">
        <w:trPr>
          <w:trHeight w:val="246"/>
          <w:jc w:val="center"/>
        </w:trPr>
        <w:tc>
          <w:tcPr>
            <w:tcW w:w="1428" w:type="pct"/>
            <w:shd w:val="clear" w:color="auto" w:fill="auto"/>
            <w:vAlign w:val="center"/>
          </w:tcPr>
          <w:p w14:paraId="16CDAC94" w14:textId="77777777"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lastRenderedPageBreak/>
              <w:t>Nome Cognome</w:t>
            </w:r>
          </w:p>
        </w:tc>
        <w:tc>
          <w:tcPr>
            <w:tcW w:w="1144" w:type="pct"/>
            <w:shd w:val="clear" w:color="auto" w:fill="auto"/>
            <w:vAlign w:val="center"/>
          </w:tcPr>
          <w:p w14:paraId="6B62682E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428" w:type="pct"/>
            <w:shd w:val="clear" w:color="auto" w:fill="auto"/>
            <w:vAlign w:val="center"/>
          </w:tcPr>
          <w:p w14:paraId="39439250" w14:textId="77777777" w:rsid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sentenza definitiva/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decreto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penale irrevocabile/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misura </w:t>
            </w:r>
            <w:proofErr w:type="spellStart"/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interdittiv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a</w:t>
            </w:r>
            <w:proofErr w:type="spellEnd"/>
          </w:p>
          <w:p w14:paraId="7050EC96" w14:textId="77777777" w:rsidR="00C001A3" w:rsidRP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522A94" w:rsidRPr="00CF04A7" w14:paraId="54979EB6" w14:textId="77777777" w:rsidTr="000A0F8D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14:paraId="3DA13457" w14:textId="77777777" w:rsidR="00C453C5" w:rsidRPr="00CF04A7" w:rsidRDefault="00C453C5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79279307" w:edGrp="everyone" w:colFirst="0" w:colLast="0"/>
            <w:permStart w:id="135349595" w:edGrp="everyone" w:colFirst="1" w:colLast="1"/>
            <w:permStart w:id="490744134" w:edGrp="everyone" w:colFirst="2" w:colLast="2"/>
            <w:permStart w:id="408571482" w:edGrp="everyone"/>
          </w:p>
        </w:tc>
        <w:tc>
          <w:tcPr>
            <w:tcW w:w="1144" w:type="pct"/>
            <w:shd w:val="clear" w:color="auto" w:fill="auto"/>
            <w:vAlign w:val="center"/>
          </w:tcPr>
          <w:p w14:paraId="6C61B78F" w14:textId="77777777"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shd w:val="clear" w:color="auto" w:fill="auto"/>
            <w:vAlign w:val="center"/>
          </w:tcPr>
          <w:p w14:paraId="7BCBCD80" w14:textId="77777777"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4D050093" w14:textId="77777777" w:rsidTr="000A0F8D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14:paraId="57B085A8" w14:textId="77777777"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087141567" w:edGrp="everyone" w:colFirst="0" w:colLast="0"/>
            <w:permStart w:id="562371472" w:edGrp="everyone" w:colFirst="1" w:colLast="1"/>
            <w:permStart w:id="1147737847" w:edGrp="everyone" w:colFirst="2" w:colLast="2"/>
            <w:permStart w:id="317144588" w:edGrp="everyone" w:colFirst="3" w:colLast="3"/>
            <w:permEnd w:id="279279307"/>
            <w:permEnd w:id="135349595"/>
            <w:permEnd w:id="490744134"/>
          </w:p>
        </w:tc>
        <w:tc>
          <w:tcPr>
            <w:tcW w:w="1144" w:type="pct"/>
            <w:shd w:val="clear" w:color="auto" w:fill="auto"/>
            <w:vAlign w:val="center"/>
          </w:tcPr>
          <w:p w14:paraId="2A045A32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shd w:val="clear" w:color="auto" w:fill="auto"/>
            <w:vAlign w:val="center"/>
          </w:tcPr>
          <w:p w14:paraId="0404F3AE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408571482"/>
      <w:permEnd w:id="1087141567"/>
      <w:permEnd w:id="562371472"/>
      <w:permEnd w:id="1147737847"/>
      <w:permEnd w:id="317144588"/>
    </w:tbl>
    <w:p w14:paraId="53F3E13E" w14:textId="77777777"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14:paraId="4E14D932" w14:textId="77777777"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proofErr w:type="spellStart"/>
      <w:r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577922615" w:edGrp="everyone"/>
      <w:permStart w:id="804074016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577922615"/>
      <w:permEnd w:id="804074016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</w:t>
      </w:r>
      <w:proofErr w:type="spellStart"/>
      <w:r w:rsidRPr="002E4B43">
        <w:rPr>
          <w:rFonts w:ascii="Garamond" w:hAnsi="Garamond"/>
          <w:sz w:val="22"/>
          <w:szCs w:val="22"/>
        </w:rPr>
        <w:t>ult</w:t>
      </w:r>
      <w:proofErr w:type="spellEnd"/>
      <w:r w:rsidRPr="002E4B43">
        <w:rPr>
          <w:rFonts w:ascii="Garamond" w:hAnsi="Garamond"/>
          <w:sz w:val="22"/>
          <w:szCs w:val="22"/>
        </w:rPr>
        <w:t>. periodo e/o dell’art. 80, co. 7</w:t>
      </w:r>
      <w:r w:rsidR="004F0FE8">
        <w:rPr>
          <w:rFonts w:ascii="Garamond" w:hAnsi="Garamond"/>
          <w:sz w:val="22"/>
          <w:szCs w:val="22"/>
        </w:rPr>
        <w:t>;</w:t>
      </w:r>
    </w:p>
    <w:p w14:paraId="10DD2C8F" w14:textId="77777777"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14:paraId="100311D0" w14:textId="77777777" w:rsidR="001A77EE" w:rsidRPr="002E4B43" w:rsidRDefault="00CB6D34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72951452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729514520"/>
      <w:r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522A94" w:rsidRPr="00CF04A7" w14:paraId="5105BC6A" w14:textId="77777777" w:rsidTr="000A0F8D">
        <w:trPr>
          <w:trHeight w:val="246"/>
          <w:jc w:val="center"/>
        </w:trPr>
        <w:tc>
          <w:tcPr>
            <w:tcW w:w="1321" w:type="pct"/>
            <w:shd w:val="clear" w:color="auto" w:fill="auto"/>
            <w:vAlign w:val="center"/>
          </w:tcPr>
          <w:p w14:paraId="60CF2450" w14:textId="77777777" w:rsidR="00522A94" w:rsidRPr="00CF04A7" w:rsidRDefault="00522A94" w:rsidP="00522A94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auto"/>
            <w:vAlign w:val="center"/>
          </w:tcPr>
          <w:p w14:paraId="05B10368" w14:textId="77777777" w:rsidR="00522A94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72DC674C" w14:textId="77777777" w:rsidR="00522A94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Condanne NON passate in giudicato</w:t>
            </w:r>
          </w:p>
          <w:p w14:paraId="0C73C97F" w14:textId="77777777" w:rsidR="00C001A3" w:rsidRPr="00CF04A7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1A77EE" w:rsidRPr="00CF04A7" w14:paraId="3D769D36" w14:textId="77777777" w:rsidTr="000A0F8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14:paraId="641A1FF3" w14:textId="77777777" w:rsidR="001A77EE" w:rsidRPr="00CF04A7" w:rsidRDefault="001A77EE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02044999" w:edGrp="everyone" w:colFirst="0" w:colLast="0"/>
            <w:permStart w:id="473133317" w:edGrp="everyone" w:colFirst="1" w:colLast="1"/>
            <w:permStart w:id="359667506" w:edGrp="everyone" w:colFirst="2" w:colLast="2"/>
            <w:permStart w:id="768880900" w:edGrp="everyone"/>
          </w:p>
        </w:tc>
        <w:tc>
          <w:tcPr>
            <w:tcW w:w="1472" w:type="pct"/>
            <w:shd w:val="clear" w:color="auto" w:fill="auto"/>
            <w:vAlign w:val="center"/>
          </w:tcPr>
          <w:p w14:paraId="59488744" w14:textId="77777777"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shd w:val="clear" w:color="auto" w:fill="auto"/>
            <w:vAlign w:val="center"/>
          </w:tcPr>
          <w:p w14:paraId="4E7A1B50" w14:textId="77777777"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62701A7C" w14:textId="77777777" w:rsidTr="000A0F8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14:paraId="0A79EF98" w14:textId="77777777"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143952477" w:edGrp="everyone" w:colFirst="0" w:colLast="0"/>
            <w:permStart w:id="2138930904" w:edGrp="everyone" w:colFirst="1" w:colLast="1"/>
            <w:permStart w:id="1833313474" w:edGrp="everyone" w:colFirst="2" w:colLast="2"/>
            <w:permStart w:id="623796224" w:edGrp="everyone" w:colFirst="3" w:colLast="3"/>
            <w:permEnd w:id="102044999"/>
            <w:permEnd w:id="473133317"/>
            <w:permEnd w:id="359667506"/>
          </w:p>
        </w:tc>
        <w:tc>
          <w:tcPr>
            <w:tcW w:w="1472" w:type="pct"/>
            <w:shd w:val="clear" w:color="auto" w:fill="auto"/>
            <w:vAlign w:val="center"/>
          </w:tcPr>
          <w:p w14:paraId="02E95EEF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shd w:val="clear" w:color="auto" w:fill="auto"/>
            <w:vAlign w:val="center"/>
          </w:tcPr>
          <w:p w14:paraId="4DEB9997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768880900"/>
      <w:permEnd w:id="1143952477"/>
      <w:permEnd w:id="2138930904"/>
      <w:permEnd w:id="1833313474"/>
      <w:permEnd w:id="623796224"/>
    </w:tbl>
    <w:p w14:paraId="01B4F5B8" w14:textId="77777777"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14:paraId="16435230" w14:textId="77777777"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 xml:space="preserve">che i soggetti di cui all’art. 80, co. 3, del Codice, NON si trovano nelle condizioni di cui al medesimo articolo, co. 1,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4F0FE8">
        <w:rPr>
          <w:rFonts w:ascii="Garamond" w:hAnsi="Garamond" w:cs="Calibri"/>
          <w:sz w:val="22"/>
          <w:szCs w:val="22"/>
        </w:rPr>
        <w:t>;</w:t>
      </w:r>
    </w:p>
    <w:p w14:paraId="2FB4B3B6" w14:textId="77777777" w:rsidR="00CC05E3" w:rsidRPr="00BA5049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BA5049">
        <w:rPr>
          <w:rFonts w:ascii="Garamond" w:hAnsi="Garamond" w:cs="Calibri"/>
          <w:sz w:val="22"/>
          <w:szCs w:val="22"/>
        </w:rPr>
        <w:t>(</w:t>
      </w:r>
      <w:r w:rsidRPr="00BA5049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BA504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BA504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BA5049">
        <w:rPr>
          <w:rFonts w:ascii="Garamond" w:hAnsi="Garamond" w:cs="Calibri"/>
          <w:sz w:val="22"/>
          <w:szCs w:val="22"/>
        </w:rPr>
        <w:t>)</w:t>
      </w:r>
      <w:r w:rsidRPr="00BA5049">
        <w:rPr>
          <w:rFonts w:ascii="Garamond" w:hAnsi="Garamond"/>
          <w:sz w:val="22"/>
          <w:szCs w:val="22"/>
        </w:rPr>
        <w:t>:</w:t>
      </w:r>
    </w:p>
    <w:p w14:paraId="425F2768" w14:textId="77777777" w:rsidR="00CC05E3" w:rsidRDefault="00EE6C81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CC05E3" w:rsidRPr="00BA5049">
        <w:rPr>
          <w:rFonts w:ascii="Garamond" w:hAnsi="Garamond"/>
          <w:sz w:val="22"/>
          <w:szCs w:val="22"/>
        </w:rPr>
        <w:t xml:space="preserve"> </w:t>
      </w:r>
      <w:bookmarkStart w:id="4" w:name="_Hlk57708746"/>
      <w:r w:rsidR="00CC05E3" w:rsidRPr="00BA5049">
        <w:rPr>
          <w:rFonts w:ascii="Garamond" w:hAnsi="Garamond"/>
          <w:b/>
          <w:sz w:val="22"/>
          <w:szCs w:val="22"/>
        </w:rPr>
        <w:t>dichiara</w:t>
      </w:r>
      <w:r w:rsidR="00CC05E3" w:rsidRPr="00BA5049">
        <w:rPr>
          <w:rFonts w:ascii="Garamond" w:hAnsi="Garamond"/>
          <w:sz w:val="22"/>
          <w:szCs w:val="22"/>
        </w:rPr>
        <w:t xml:space="preserve"> che pur non essendo in regola con il pagamento delle imposte e tasse o dei contributi previdenziali</w:t>
      </w:r>
      <w:r w:rsidR="00CC05E3">
        <w:rPr>
          <w:rFonts w:ascii="Garamond" w:hAnsi="Garamond"/>
          <w:sz w:val="22"/>
          <w:szCs w:val="22"/>
        </w:rPr>
        <w:t xml:space="preserve"> e che tale </w:t>
      </w:r>
      <w:r w:rsidR="00CC05E3" w:rsidRPr="00CC05E3">
        <w:rPr>
          <w:rFonts w:ascii="Garamond" w:hAnsi="Garamond"/>
          <w:sz w:val="22"/>
          <w:szCs w:val="22"/>
        </w:rPr>
        <w:t xml:space="preserve">debito riveste carattere di gravità </w:t>
      </w:r>
      <w:r w:rsidR="00CC05E3" w:rsidRPr="00CC05E3">
        <w:rPr>
          <w:rFonts w:ascii="Garamond" w:hAnsi="Garamond"/>
          <w:i/>
          <w:iCs/>
          <w:sz w:val="22"/>
          <w:szCs w:val="22"/>
        </w:rPr>
        <w:t>ex</w:t>
      </w:r>
      <w:r w:rsidR="00CC05E3" w:rsidRPr="00CC05E3">
        <w:rPr>
          <w:rFonts w:ascii="Garamond" w:hAnsi="Garamond"/>
          <w:sz w:val="22"/>
          <w:szCs w:val="22"/>
        </w:rPr>
        <w:t xml:space="preserve"> art. 48-bis, commi 1 e 2 del </w:t>
      </w:r>
      <w:proofErr w:type="spellStart"/>
      <w:r w:rsidR="00CC05E3" w:rsidRPr="00CC05E3">
        <w:rPr>
          <w:rFonts w:ascii="Garamond" w:hAnsi="Garamond"/>
          <w:sz w:val="22"/>
          <w:szCs w:val="22"/>
        </w:rPr>
        <w:t>D.p.r.</w:t>
      </w:r>
      <w:proofErr w:type="spellEnd"/>
      <w:r w:rsidR="00CC05E3" w:rsidRPr="00CC05E3">
        <w:rPr>
          <w:rFonts w:ascii="Garamond" w:hAnsi="Garamond"/>
          <w:sz w:val="22"/>
          <w:szCs w:val="22"/>
        </w:rPr>
        <w:t xml:space="preserve"> 602/1973, non si applica la causa di esclusione dalla partecipazione alla proc</w:t>
      </w:r>
      <w:r w:rsidR="00CC05E3" w:rsidRPr="00BA5049">
        <w:rPr>
          <w:rFonts w:ascii="Garamond" w:hAnsi="Garamond"/>
          <w:sz w:val="22"/>
          <w:szCs w:val="22"/>
        </w:rPr>
        <w:t xml:space="preserve">edura di gara, di cui all’art. 80, comma 4, del </w:t>
      </w:r>
      <w:r w:rsidR="00CC05E3" w:rsidRPr="00BA5049">
        <w:rPr>
          <w:rFonts w:ascii="Garamond" w:hAnsi="Garamond"/>
          <w:i/>
          <w:sz w:val="22"/>
          <w:szCs w:val="22"/>
        </w:rPr>
        <w:t>Codice</w:t>
      </w:r>
      <w:r w:rsidR="00CC05E3" w:rsidRPr="00BA5049">
        <w:rPr>
          <w:rFonts w:ascii="Garamond" w:hAnsi="Garamond"/>
          <w:sz w:val="22"/>
          <w:szCs w:val="22"/>
        </w:rPr>
        <w:t xml:space="preserve">, </w:t>
      </w:r>
      <w:r w:rsidR="00CC05E3">
        <w:rPr>
          <w:rFonts w:ascii="Garamond" w:hAnsi="Garamond"/>
          <w:sz w:val="22"/>
          <w:szCs w:val="22"/>
        </w:rPr>
        <w:t>a giudizio dell’operatore economico, per i seguenti motivi</w:t>
      </w:r>
      <w:bookmarkEnd w:id="4"/>
      <w:r w:rsidR="00CC05E3">
        <w:rPr>
          <w:rFonts w:ascii="Garamond" w:hAnsi="Garamond"/>
          <w:sz w:val="22"/>
          <w:szCs w:val="22"/>
        </w:rPr>
        <w:t xml:space="preserve">: </w:t>
      </w:r>
      <w:permStart w:id="121045655" w:edGrp="everyone"/>
      <w:permStart w:id="936605655" w:edGrp="everyone"/>
      <w:r w:rsidR="00CC05E3" w:rsidRPr="00BA5049">
        <w:rPr>
          <w:rStyle w:val="Testosegnaposto"/>
          <w:rFonts w:ascii="Garamond" w:hAnsi="Garamond"/>
          <w:sz w:val="16"/>
        </w:rPr>
        <w:t xml:space="preserve">Fare clic qui per immettere </w:t>
      </w:r>
      <w:proofErr w:type="gramStart"/>
      <w:r w:rsidR="00CC05E3" w:rsidRPr="00BA5049">
        <w:rPr>
          <w:rStyle w:val="Testosegnaposto"/>
          <w:rFonts w:ascii="Garamond" w:hAnsi="Garamond"/>
          <w:sz w:val="16"/>
        </w:rPr>
        <w:t>testo.</w:t>
      </w:r>
      <w:permEnd w:id="121045655"/>
      <w:permEnd w:id="936605655"/>
      <w:r w:rsidR="00CC05E3" w:rsidRPr="00BA5049">
        <w:rPr>
          <w:rFonts w:ascii="Garamond" w:hAnsi="Garamond"/>
          <w:sz w:val="22"/>
          <w:szCs w:val="22"/>
        </w:rPr>
        <w:t>.</w:t>
      </w:r>
      <w:proofErr w:type="gramEnd"/>
    </w:p>
    <w:p w14:paraId="577795E6" w14:textId="77777777" w:rsidR="00CC05E3" w:rsidRPr="00CC05E3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1036C9">
        <w:rPr>
          <w:rFonts w:ascii="Garamond" w:hAnsi="Garamond"/>
          <w:b/>
          <w:bCs/>
          <w:sz w:val="22"/>
          <w:szCs w:val="22"/>
        </w:rPr>
        <w:t>N.B.</w:t>
      </w:r>
      <w:r>
        <w:rPr>
          <w:rFonts w:ascii="Garamond" w:hAnsi="Garamond"/>
          <w:sz w:val="22"/>
          <w:szCs w:val="22"/>
        </w:rPr>
        <w:t xml:space="preserve">: </w:t>
      </w:r>
      <w:r w:rsidRPr="00CC05E3">
        <w:rPr>
          <w:rFonts w:ascii="Garamond" w:hAnsi="Garamond"/>
          <w:i/>
          <w:iCs/>
          <w:sz w:val="22"/>
          <w:szCs w:val="22"/>
        </w:rPr>
        <w:t>L’operatore economico potrà allegare alla presente dichiarazione documentazione per meglio illustrare i motivi sopra indicati.</w:t>
      </w:r>
    </w:p>
    <w:p w14:paraId="21BE7F95" w14:textId="77777777" w:rsidR="00CC05E3" w:rsidRPr="00BA5049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CC05E3">
        <w:rPr>
          <w:rFonts w:ascii="Garamond" w:hAnsi="Garamond"/>
          <w:i/>
          <w:iCs/>
          <w:sz w:val="22"/>
          <w:szCs w:val="22"/>
        </w:rPr>
        <w:t xml:space="preserve"> in quanto il debito tributario o previdenziale risulta integralmente estinto anteriormente alla scadenza del termine per la presentazione delle domande. In tal caso, si produce apposita documentazione a comprova dell’avvenuta estinzione (indicare il “</w:t>
      </w:r>
      <w:proofErr w:type="spellStart"/>
      <w:r w:rsidRPr="00CC05E3">
        <w:rPr>
          <w:rFonts w:ascii="Garamond" w:hAnsi="Garamond"/>
          <w:i/>
          <w:iCs/>
          <w:sz w:val="22"/>
          <w:szCs w:val="22"/>
        </w:rPr>
        <w:t>filename</w:t>
      </w:r>
      <w:proofErr w:type="spellEnd"/>
      <w:r w:rsidRPr="00CC05E3">
        <w:rPr>
          <w:rFonts w:ascii="Garamond" w:hAnsi="Garamond"/>
          <w:i/>
          <w:iCs/>
          <w:sz w:val="22"/>
          <w:szCs w:val="22"/>
        </w:rPr>
        <w:t xml:space="preserve">” della documentazione allegata </w:t>
      </w:r>
      <w:permStart w:id="20668925" w:edGrp="everyone"/>
      <w:permStart w:id="971791127" w:edGrp="everyone"/>
      <w:r w:rsidRPr="00CC05E3">
        <w:rPr>
          <w:rStyle w:val="Testosegnaposto"/>
          <w:rFonts w:ascii="Garamond" w:hAnsi="Garamond"/>
          <w:i/>
          <w:iCs/>
          <w:sz w:val="16"/>
        </w:rPr>
        <w:t>Fare clic qui per immettere testo.</w:t>
      </w:r>
      <w:permEnd w:id="20668925"/>
      <w:permEnd w:id="971791127"/>
      <w:r w:rsidRPr="00BA5049">
        <w:rPr>
          <w:rFonts w:ascii="Garamond" w:hAnsi="Garamond"/>
          <w:sz w:val="22"/>
          <w:szCs w:val="22"/>
        </w:rPr>
        <w:t>).</w:t>
      </w:r>
    </w:p>
    <w:p w14:paraId="2431479B" w14:textId="77777777" w:rsidR="006D5DA2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 xml:space="preserve"> </w:t>
      </w:r>
      <w:r w:rsidR="006D5DA2" w:rsidRPr="007B4FE8">
        <w:rPr>
          <w:rFonts w:ascii="Garamond" w:hAnsi="Garamond" w:cs="Calibri"/>
          <w:sz w:val="22"/>
          <w:szCs w:val="22"/>
        </w:rPr>
        <w:t>(</w:t>
      </w:r>
      <w:r w:rsidR="006D5DA2"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="006D5DA2"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="006D5DA2"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="006D5DA2"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14:paraId="1194BBEF" w14:textId="77777777" w:rsidR="00CF6299" w:rsidRPr="007B4FE8" w:rsidRDefault="006D5DA2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921996821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921996821"/>
      <w:r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 xml:space="preserve">l’impresa si trova in situazione di controllo giudiziario ai sensi dell’art. 34-bis, commi 6 e 7, del </w:t>
      </w:r>
      <w:proofErr w:type="spellStart"/>
      <w:proofErr w:type="gramStart"/>
      <w:r w:rsidR="00CF6299" w:rsidRPr="007B4FE8">
        <w:rPr>
          <w:rFonts w:ascii="Garamond" w:hAnsi="Garamond" w:cs="Calibri"/>
          <w:sz w:val="22"/>
          <w:szCs w:val="22"/>
        </w:rPr>
        <w:t>D.Lgs</w:t>
      </w:r>
      <w:proofErr w:type="gramEnd"/>
      <w:r w:rsidR="00CF6299" w:rsidRPr="007B4FE8">
        <w:rPr>
          <w:rFonts w:ascii="Garamond" w:hAnsi="Garamond" w:cs="Calibri"/>
          <w:sz w:val="22"/>
          <w:szCs w:val="22"/>
        </w:rPr>
        <w:t>.</w:t>
      </w:r>
      <w:proofErr w:type="spellEnd"/>
      <w:r w:rsidR="00CF6299" w:rsidRPr="007B4FE8">
        <w:rPr>
          <w:rFonts w:ascii="Garamond" w:hAnsi="Garamond" w:cs="Calibri"/>
          <w:sz w:val="22"/>
          <w:szCs w:val="22"/>
        </w:rPr>
        <w:t xml:space="preserve"> 159/2011</w:t>
      </w:r>
      <w:r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45622557" w:edGrp="everyone"/>
      <w:permStart w:id="1510702714" w:edGrp="everyone"/>
      <w:r w:rsidR="00CF6299" w:rsidRPr="007B4FE8">
        <w:rPr>
          <w:rStyle w:val="Testosegnaposto"/>
          <w:rFonts w:ascii="Garamond" w:hAnsi="Garamond"/>
          <w:sz w:val="16"/>
        </w:rPr>
        <w:t>Fare clic qui per immettere testo.</w:t>
      </w:r>
      <w:permEnd w:id="45622557"/>
      <w:r w:rsidR="004F0FE8">
        <w:rPr>
          <w:rFonts w:ascii="Garamond" w:hAnsi="Garamond"/>
          <w:sz w:val="22"/>
          <w:szCs w:val="22"/>
        </w:rPr>
        <w:t>;</w:t>
      </w:r>
      <w:permEnd w:id="1510702714"/>
    </w:p>
    <w:p w14:paraId="11FA8343" w14:textId="77777777"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lastRenderedPageBreak/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</w:t>
      </w:r>
      <w:proofErr w:type="spellStart"/>
      <w:r w:rsidRPr="004B339A">
        <w:rPr>
          <w:rFonts w:ascii="Garamond" w:hAnsi="Garamond"/>
          <w:sz w:val="22"/>
          <w:szCs w:val="22"/>
        </w:rPr>
        <w:t>lett</w:t>
      </w:r>
      <w:proofErr w:type="spellEnd"/>
      <w:r w:rsidRPr="004B339A">
        <w:rPr>
          <w:rFonts w:ascii="Garamond" w:hAnsi="Garamond"/>
          <w:sz w:val="22"/>
          <w:szCs w:val="22"/>
        </w:rPr>
        <w:t xml:space="preserve">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14:paraId="528A6719" w14:textId="77777777"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14:paraId="22A2080B" w14:textId="77777777" w:rsidR="00475D3B" w:rsidRPr="000C302F" w:rsidRDefault="007B2C30" w:rsidP="007D19E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</w:t>
      </w:r>
      <w:proofErr w:type="spellStart"/>
      <w:r w:rsidR="00475D3B" w:rsidRPr="000C302F">
        <w:rPr>
          <w:rFonts w:ascii="Garamond" w:hAnsi="Garamond"/>
          <w:sz w:val="22"/>
          <w:szCs w:val="22"/>
        </w:rPr>
        <w:t>d.p.r.</w:t>
      </w:r>
      <w:proofErr w:type="spellEnd"/>
      <w:r w:rsidR="00475D3B" w:rsidRPr="000C302F">
        <w:rPr>
          <w:rFonts w:ascii="Garamond" w:hAnsi="Garamond"/>
          <w:sz w:val="22"/>
          <w:szCs w:val="22"/>
        </w:rPr>
        <w:t xml:space="preserve"> 633/1972 e a comunicare alla stazione appaltante la nomina del proprio rappresentante fiscale, nelle forme di legge;</w:t>
      </w:r>
    </w:p>
    <w:p w14:paraId="3D1B5F4B" w14:textId="77777777" w:rsidR="00475D3B" w:rsidRPr="00754A99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(</w:t>
      </w:r>
      <w:r w:rsidRPr="00754A99">
        <w:rPr>
          <w:rFonts w:ascii="Garamond" w:hAnsi="Garamond" w:cs="Calibri"/>
          <w:i/>
          <w:sz w:val="22"/>
          <w:szCs w:val="22"/>
        </w:rPr>
        <w:t>dichiarazione eventuale</w:t>
      </w:r>
      <w:r>
        <w:rPr>
          <w:rFonts w:ascii="Garamond" w:hAnsi="Garamond" w:cs="Calibri"/>
          <w:i/>
          <w:sz w:val="22"/>
          <w:szCs w:val="22"/>
        </w:rPr>
        <w:t>,</w:t>
      </w:r>
      <w:r w:rsidRPr="00754A99">
        <w:rPr>
          <w:rFonts w:ascii="Garamond" w:hAnsi="Garamond" w:cs="Calibri"/>
          <w:i/>
          <w:sz w:val="22"/>
          <w:szCs w:val="22"/>
        </w:rPr>
        <w:t xml:space="preserve"> selezionare </w:t>
      </w:r>
      <w:proofErr w:type="gramStart"/>
      <w:r w:rsidRPr="00754A9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54A9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54A99">
        <w:rPr>
          <w:rFonts w:ascii="Garamond" w:hAnsi="Garamond" w:cs="Calibri"/>
          <w:sz w:val="22"/>
          <w:szCs w:val="22"/>
        </w:rPr>
        <w:t>)</w:t>
      </w:r>
    </w:p>
    <w:p w14:paraId="5E239D28" w14:textId="77777777" w:rsidR="007B2C30" w:rsidRDefault="007B2C30" w:rsidP="007B2C30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permStart w:id="206720923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2067209230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4FE8">
        <w:rPr>
          <w:rFonts w:ascii="Garamond" w:hAnsi="Garamond"/>
          <w:sz w:val="22"/>
          <w:szCs w:val="22"/>
        </w:rPr>
        <w:t xml:space="preserve"> </w:t>
      </w:r>
      <w:r w:rsidR="00475D3B" w:rsidRPr="00754A99">
        <w:rPr>
          <w:rFonts w:ascii="Garamond" w:hAnsi="Garamond" w:cs="Calibri"/>
          <w:sz w:val="22"/>
          <w:szCs w:val="22"/>
        </w:rPr>
        <w:t>che</w:t>
      </w:r>
      <w:r w:rsidR="00475D3B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475D3B" w:rsidRPr="00754A99">
        <w:rPr>
          <w:rFonts w:ascii="Garamond" w:hAnsi="Garamond" w:cs="Arial"/>
          <w:sz w:val="22"/>
          <w:szCs w:val="22"/>
        </w:rPr>
        <w:t xml:space="preserve">non è in grado, </w:t>
      </w:r>
      <w:bookmarkStart w:id="5" w:name="_Hlk57369497"/>
      <w:r w:rsidR="00475D3B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475D3B" w:rsidRPr="00B801B6">
        <w:rPr>
          <w:rFonts w:ascii="Garamond" w:hAnsi="Garamond" w:cs="Arial"/>
          <w:b/>
          <w:sz w:val="22"/>
          <w:szCs w:val="22"/>
        </w:rPr>
        <w:t xml:space="preserve"> </w:t>
      </w:r>
      <w:bookmarkEnd w:id="5"/>
      <w:permStart w:id="1484869822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484869822"/>
      <w:r w:rsidR="00475D3B" w:rsidRPr="00754A99">
        <w:rPr>
          <w:rFonts w:ascii="Garamond" w:hAnsi="Garamond" w:cs="Arial"/>
          <w:sz w:val="22"/>
          <w:szCs w:val="22"/>
        </w:rPr>
        <w:t xml:space="preserve">, di dimostrare il possesso </w:t>
      </w:r>
      <w:r w:rsidR="00475D3B">
        <w:rPr>
          <w:rFonts w:ascii="Garamond" w:hAnsi="Garamond" w:cs="Arial"/>
          <w:sz w:val="22"/>
          <w:szCs w:val="22"/>
        </w:rPr>
        <w:t>dei requisiti</w:t>
      </w:r>
      <w:r w:rsidR="00475D3B" w:rsidRPr="00754A99">
        <w:rPr>
          <w:rFonts w:ascii="Garamond" w:hAnsi="Garamond" w:cs="Arial"/>
          <w:sz w:val="22"/>
          <w:szCs w:val="22"/>
        </w:rPr>
        <w:t xml:space="preserve"> di capacità economico-</w:t>
      </w:r>
      <w:r w:rsidR="00475D3B" w:rsidRPr="005055C9">
        <w:rPr>
          <w:rFonts w:ascii="Garamond" w:hAnsi="Garamond" w:cs="Arial"/>
          <w:sz w:val="22"/>
          <w:szCs w:val="22"/>
        </w:rPr>
        <w:t xml:space="preserve">finanziaria </w:t>
      </w:r>
      <w:r w:rsidR="00475D3B">
        <w:rPr>
          <w:rFonts w:ascii="Garamond" w:hAnsi="Garamond" w:cs="Arial"/>
          <w:sz w:val="22"/>
          <w:szCs w:val="22"/>
        </w:rPr>
        <w:t>previsti</w:t>
      </w:r>
      <w:r w:rsidR="00475D3B" w:rsidRPr="005055C9">
        <w:rPr>
          <w:rFonts w:ascii="Garamond" w:hAnsi="Garamond" w:cs="Arial"/>
          <w:sz w:val="22"/>
          <w:szCs w:val="22"/>
        </w:rPr>
        <w:t xml:space="preserve"> dal Disciplinare di gara e</w:t>
      </w:r>
      <w:r w:rsidR="00475D3B">
        <w:rPr>
          <w:rFonts w:ascii="Garamond" w:hAnsi="Garamond" w:cs="Arial"/>
          <w:sz w:val="22"/>
          <w:szCs w:val="22"/>
        </w:rPr>
        <w:t>,</w:t>
      </w:r>
      <w:r w:rsidR="00475D3B" w:rsidRPr="00754A99">
        <w:rPr>
          <w:rFonts w:ascii="Garamond" w:hAnsi="Garamond" w:cs="Arial"/>
          <w:sz w:val="22"/>
          <w:szCs w:val="22"/>
        </w:rPr>
        <w:t xml:space="preserve"> pertanto</w:t>
      </w:r>
      <w:r w:rsidR="00475D3B">
        <w:rPr>
          <w:rFonts w:ascii="Garamond" w:hAnsi="Garamond" w:cs="Arial"/>
          <w:sz w:val="22"/>
          <w:szCs w:val="22"/>
        </w:rPr>
        <w:t xml:space="preserve">, li dimostra come segue </w:t>
      </w:r>
      <w:permStart w:id="42146517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42146517"/>
      <w:r w:rsidR="00305107">
        <w:rPr>
          <w:rFonts w:ascii="Garamond" w:hAnsi="Garamond" w:cs="Arial"/>
          <w:sz w:val="22"/>
          <w:szCs w:val="22"/>
        </w:rPr>
        <w:t>;</w:t>
      </w:r>
    </w:p>
    <w:p w14:paraId="1750EA5D" w14:textId="77777777" w:rsidR="007B2C30" w:rsidRPr="007B2C30" w:rsidRDefault="007B2C30" w:rsidP="007B2C30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permStart w:id="126750957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26750957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2C30">
        <w:rPr>
          <w:rFonts w:ascii="Garamond" w:hAnsi="Garamond"/>
          <w:sz w:val="22"/>
          <w:szCs w:val="22"/>
        </w:rPr>
        <w:t xml:space="preserve">, </w:t>
      </w:r>
      <w:r w:rsidR="00305107">
        <w:rPr>
          <w:rFonts w:ascii="Garamond" w:hAnsi="Garamond"/>
          <w:sz w:val="22"/>
          <w:szCs w:val="22"/>
        </w:rPr>
        <w:t>altresì</w:t>
      </w:r>
      <w:r w:rsidRPr="007B2C30">
        <w:rPr>
          <w:rFonts w:ascii="Garamond" w:hAnsi="Garamond"/>
          <w:sz w:val="22"/>
          <w:szCs w:val="22"/>
        </w:rPr>
        <w:t xml:space="preserve">, di aver commesso </w:t>
      </w:r>
      <w:proofErr w:type="gramStart"/>
      <w:r w:rsidRPr="007B2C30">
        <w:rPr>
          <w:rFonts w:ascii="Garamond" w:hAnsi="Garamond"/>
          <w:sz w:val="22"/>
          <w:szCs w:val="22"/>
        </w:rPr>
        <w:t>una  grave</w:t>
      </w:r>
      <w:proofErr w:type="gramEnd"/>
      <w:r w:rsidRPr="007B2C30">
        <w:rPr>
          <w:rFonts w:ascii="Garamond" w:hAnsi="Garamond"/>
          <w:sz w:val="22"/>
          <w:szCs w:val="22"/>
        </w:rPr>
        <w:t xml:space="preserve"> violazione  in materia contributiva e previdenziali, </w:t>
      </w:r>
      <w:r w:rsidRPr="00305107">
        <w:rPr>
          <w:rFonts w:ascii="Garamond" w:hAnsi="Garamond"/>
          <w:i/>
          <w:iCs/>
          <w:sz w:val="22"/>
          <w:szCs w:val="22"/>
        </w:rPr>
        <w:t>in quanto trattasi di violazione ostativa al rilascio del Documento Unico di Regolarit</w:t>
      </w:r>
      <w:r w:rsidR="00305107" w:rsidRPr="00305107">
        <w:rPr>
          <w:rFonts w:ascii="Garamond" w:hAnsi="Garamond"/>
          <w:i/>
          <w:iCs/>
          <w:sz w:val="22"/>
          <w:szCs w:val="22"/>
        </w:rPr>
        <w:t>à</w:t>
      </w:r>
      <w:r w:rsidRPr="00305107">
        <w:rPr>
          <w:rFonts w:ascii="Garamond" w:hAnsi="Garamond"/>
          <w:i/>
          <w:iCs/>
          <w:sz w:val="22"/>
          <w:szCs w:val="22"/>
        </w:rPr>
        <w:t xml:space="preserve"> Contributiva</w:t>
      </w:r>
      <w:r w:rsidR="00305107">
        <w:rPr>
          <w:rFonts w:ascii="Garamond" w:hAnsi="Garamond"/>
          <w:i/>
          <w:iCs/>
          <w:sz w:val="22"/>
          <w:szCs w:val="22"/>
        </w:rPr>
        <w:t xml:space="preserve"> </w:t>
      </w:r>
      <w:r w:rsidR="00305107" w:rsidRPr="00305107">
        <w:rPr>
          <w:rFonts w:ascii="Garamond" w:hAnsi="Garamond"/>
          <w:b/>
          <w:bCs/>
          <w:i/>
          <w:iCs/>
          <w:sz w:val="22"/>
          <w:szCs w:val="22"/>
        </w:rPr>
        <w:t>(</w:t>
      </w:r>
      <w:proofErr w:type="spellStart"/>
      <w:r w:rsidRPr="00305107">
        <w:rPr>
          <w:rFonts w:ascii="Garamond" w:hAnsi="Garamond"/>
          <w:b/>
          <w:bCs/>
          <w:i/>
          <w:iCs/>
          <w:sz w:val="22"/>
          <w:szCs w:val="22"/>
        </w:rPr>
        <w:t>Durc</w:t>
      </w:r>
      <w:proofErr w:type="spellEnd"/>
      <w:r w:rsidRPr="00305107">
        <w:rPr>
          <w:rFonts w:ascii="Garamond" w:hAnsi="Garamond"/>
          <w:b/>
          <w:bCs/>
          <w:i/>
          <w:iCs/>
          <w:sz w:val="22"/>
          <w:szCs w:val="22"/>
        </w:rPr>
        <w:t>)</w:t>
      </w:r>
      <w:r w:rsidRPr="00305107">
        <w:rPr>
          <w:rFonts w:ascii="Garamond" w:hAnsi="Garamond"/>
          <w:i/>
          <w:iCs/>
          <w:sz w:val="22"/>
          <w:szCs w:val="22"/>
        </w:rPr>
        <w:t xml:space="preserve">, </w:t>
      </w:r>
      <w:r w:rsidRPr="007B2C30">
        <w:rPr>
          <w:rFonts w:ascii="Garamond" w:hAnsi="Garamond"/>
          <w:sz w:val="22"/>
          <w:szCs w:val="22"/>
        </w:rPr>
        <w:t>ma che a giudizio dell</w:t>
      </w:r>
      <w:r w:rsidR="00305107">
        <w:rPr>
          <w:rFonts w:ascii="Garamond" w:hAnsi="Garamond"/>
          <w:sz w:val="22"/>
          <w:szCs w:val="22"/>
        </w:rPr>
        <w:t>’</w:t>
      </w:r>
      <w:r w:rsidRPr="007B2C30">
        <w:rPr>
          <w:rFonts w:ascii="Garamond" w:hAnsi="Garamond"/>
          <w:sz w:val="22"/>
          <w:szCs w:val="22"/>
        </w:rPr>
        <w:t xml:space="preserve">operatore, non  costituisce causa di esclusione ai  sensi dell’art </w:t>
      </w:r>
      <w:proofErr w:type="spellStart"/>
      <w:r w:rsidRPr="007B2C30">
        <w:rPr>
          <w:rFonts w:ascii="Garamond" w:hAnsi="Garamond"/>
          <w:sz w:val="22"/>
          <w:szCs w:val="22"/>
        </w:rPr>
        <w:t>dell’art</w:t>
      </w:r>
      <w:proofErr w:type="spellEnd"/>
      <w:r w:rsidRPr="007B2C30">
        <w:rPr>
          <w:rFonts w:ascii="Garamond" w:hAnsi="Garamond"/>
          <w:sz w:val="22"/>
          <w:szCs w:val="22"/>
        </w:rPr>
        <w:t xml:space="preserve">. 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80, comma 5  del Codice degli Appalti</w:t>
      </w:r>
      <w:r w:rsidR="00305107">
        <w:rPr>
          <w:rFonts w:ascii="Garamond" w:hAnsi="Garamond"/>
          <w:b/>
          <w:bCs/>
          <w:sz w:val="22"/>
          <w:szCs w:val="22"/>
        </w:rPr>
        <w:t>,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305107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305107" w:rsidRPr="00B801B6">
        <w:rPr>
          <w:rFonts w:ascii="Garamond" w:hAnsi="Garamond" w:cs="Arial"/>
          <w:b/>
          <w:sz w:val="22"/>
          <w:szCs w:val="22"/>
        </w:rPr>
        <w:t xml:space="preserve"> </w:t>
      </w:r>
      <w:permStart w:id="66851026" w:edGrp="everyone"/>
      <w:r w:rsidR="00305107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66851026"/>
      <w:r w:rsidR="00305107">
        <w:rPr>
          <w:rFonts w:ascii="Garamond" w:hAnsi="Garamond" w:cs="Arial"/>
          <w:sz w:val="22"/>
          <w:szCs w:val="22"/>
        </w:rPr>
        <w:t>.</w:t>
      </w:r>
    </w:p>
    <w:p w14:paraId="163BBBAB" w14:textId="77777777" w:rsidR="004D5941" w:rsidRPr="00475D3B" w:rsidRDefault="004D5941" w:rsidP="00475D3B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18"/>
          <w:szCs w:val="18"/>
        </w:rPr>
      </w:pPr>
    </w:p>
    <w:p w14:paraId="0C9B4659" w14:textId="77777777"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3BE672CA" w14:textId="77777777"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 w14:paraId="12CE7A8A" w14:textId="77777777" w:rsidR="001604EF" w:rsidRDefault="004C60B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permStart w:id="549157272" w:edGrp="everyone"/>
      <w:r w:rsidRPr="00CF04A7">
        <w:rPr>
          <w:rStyle w:val="Testosegnaposto"/>
          <w:rFonts w:ascii="Garamond" w:hAnsi="Garamond"/>
          <w:sz w:val="16"/>
          <w:lang w:val="it-IT"/>
        </w:rPr>
        <w:t>Fare clic qui per immettere testo.</w:t>
      </w:r>
      <w:permEnd w:id="549157272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642535159" w:edGrp="everyone"/>
      <w:r w:rsidRPr="00CF04A7">
        <w:rPr>
          <w:rFonts w:ascii="Garamond" w:hAnsi="Garamond" w:cs="Arial"/>
          <w:sz w:val="22"/>
          <w:szCs w:val="22"/>
          <w:lang w:val="it-IT"/>
        </w:rPr>
        <w:t>__/__/____</w:t>
      </w:r>
      <w:permEnd w:id="642535159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</w:p>
    <w:p w14:paraId="163FBABB" w14:textId="77777777" w:rsidR="006142E4" w:rsidRPr="00CF04A7" w:rsidRDefault="00704A47" w:rsidP="001604E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 w:rsidRPr="00CF04A7">
        <w:rPr>
          <w:rFonts w:ascii="Garamond" w:hAnsi="Garamond" w:cs="Arial"/>
          <w:sz w:val="22"/>
          <w:szCs w:val="22"/>
          <w:lang w:val="it-IT"/>
        </w:rPr>
        <w:t>F</w:t>
      </w:r>
      <w:r w:rsidR="00F94038" w:rsidRPr="00CF04A7">
        <w:rPr>
          <w:rFonts w:ascii="Garamond" w:hAnsi="Garamond" w:cs="Arial"/>
          <w:sz w:val="22"/>
          <w:szCs w:val="22"/>
          <w:lang w:val="it-IT"/>
        </w:rPr>
        <w:t>IRMA</w:t>
      </w:r>
      <w:r w:rsidR="00B733D0" w:rsidRPr="00CF04A7">
        <w:rPr>
          <w:rFonts w:ascii="Garamond" w:hAnsi="Garamond" w:cs="Arial"/>
          <w:sz w:val="22"/>
          <w:szCs w:val="22"/>
          <w:lang w:val="it-IT"/>
        </w:rPr>
        <w:t>TO DIGITALMENTE</w:t>
      </w:r>
    </w:p>
    <w:sectPr w:rsidR="006142E4" w:rsidRPr="00CF04A7" w:rsidSect="000C60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C8381" w14:textId="77777777" w:rsidR="0056559F" w:rsidRDefault="0056559F">
      <w:r>
        <w:separator/>
      </w:r>
    </w:p>
  </w:endnote>
  <w:endnote w:type="continuationSeparator" w:id="0">
    <w:p w14:paraId="511537CB" w14:textId="77777777" w:rsidR="0056559F" w:rsidRDefault="0056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00291" w14:textId="77777777"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2DF563D" w14:textId="77777777"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3B98D" w14:textId="77777777"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8E4A05" w:rsidRPr="000C60F9" w14:paraId="594E8F45" w14:textId="77777777" w:rsidTr="00E3616A">
      <w:trPr>
        <w:trHeight w:val="150"/>
      </w:trPr>
      <w:tc>
        <w:tcPr>
          <w:tcW w:w="1208" w:type="pct"/>
          <w:tcBorders>
            <w:top w:val="double" w:sz="4" w:space="0" w:color="0F243E"/>
            <w:left w:val="nil"/>
            <w:right w:val="nil"/>
          </w:tcBorders>
        </w:tcPr>
        <w:p w14:paraId="72D22592" w14:textId="77777777" w:rsidR="008E4A05" w:rsidRPr="000C60F9" w:rsidRDefault="008E4A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02F83998" w14:textId="77777777" w:rsidR="008E4A05" w:rsidRPr="00E3616A" w:rsidRDefault="00E61063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  <w:r w:rsidRPr="00E3616A">
            <w:rPr>
              <w:rFonts w:ascii="Imprint MT Shadow" w:eastAsia="MS Mincho" w:hAnsi="Imprint MT Shadow"/>
              <w:b/>
              <w:smallCaps/>
              <w:color w:val="0F243E"/>
            </w:rPr>
            <w:t>All</w:t>
          </w:r>
          <w:r w:rsidR="00AA670C" w:rsidRPr="00E3616A">
            <w:rPr>
              <w:rFonts w:ascii="Imprint MT Shadow" w:eastAsia="MS Mincho" w:hAnsi="Imprint MT Shadow"/>
              <w:b/>
              <w:smallCaps/>
              <w:color w:val="0F243E"/>
            </w:rPr>
            <w:t>egato</w:t>
          </w:r>
          <w:r w:rsidRPr="00E3616A">
            <w:rPr>
              <w:rFonts w:ascii="Imprint MT Shadow" w:eastAsia="MS Mincho" w:hAnsi="Imprint MT Shadow"/>
              <w:b/>
              <w:smallCaps/>
              <w:color w:val="0F243E"/>
            </w:rPr>
            <w:t xml:space="preserve"> A2Bis</w:t>
          </w:r>
          <w:r w:rsidR="008E4A05" w:rsidRPr="00E3616A">
            <w:rPr>
              <w:rFonts w:ascii="Imprint MT Shadow" w:eastAsia="MS Mincho" w:hAnsi="Imprint MT Shadow"/>
              <w:b/>
              <w:smallCaps/>
              <w:color w:val="0F243E"/>
            </w:rPr>
            <w:t xml:space="preserve"> </w:t>
          </w:r>
          <w:r w:rsidR="000C60F9" w:rsidRPr="00E3616A">
            <w:rPr>
              <w:rFonts w:ascii="Imprint MT Shadow" w:eastAsia="MS Mincho" w:hAnsi="Imprint MT Shadow"/>
              <w:b/>
              <w:smallCaps/>
              <w:color w:val="0F243E"/>
            </w:rPr>
            <w:t xml:space="preserve">al Disciplinare di Gara </w:t>
          </w:r>
          <w:r w:rsidRPr="00E3616A">
            <w:rPr>
              <w:rFonts w:ascii="Imprint MT Shadow" w:eastAsia="MS Mincho" w:hAnsi="Imprint MT Shadow"/>
              <w:b/>
              <w:smallCaps/>
              <w:color w:val="0F243E"/>
            </w:rPr>
            <w:t>Integrazione DGUE</w:t>
          </w:r>
        </w:p>
      </w:tc>
      <w:tc>
        <w:tcPr>
          <w:tcW w:w="1208" w:type="pct"/>
          <w:tcBorders>
            <w:top w:val="double" w:sz="4" w:space="0" w:color="0F243E"/>
            <w:left w:val="nil"/>
            <w:right w:val="nil"/>
          </w:tcBorders>
          <w:hideMark/>
        </w:tcPr>
        <w:p w14:paraId="07C630E6" w14:textId="73DE64AA" w:rsidR="008E4A05" w:rsidRPr="000E6F8C" w:rsidRDefault="008E4A05" w:rsidP="008E4A05">
          <w:pPr>
            <w:pStyle w:val="Pidipagina"/>
            <w:jc w:val="right"/>
            <w:rPr>
              <w:rFonts w:ascii="Imprint MT Shadow" w:hAnsi="Imprint MT Shadow"/>
              <w:sz w:val="20"/>
              <w:szCs w:val="20"/>
            </w:rPr>
          </w:pPr>
          <w:r w:rsidRPr="000E6F8C">
            <w:rPr>
              <w:rFonts w:ascii="Imprint MT Shadow" w:hAnsi="Imprint MT Shadow"/>
              <w:sz w:val="20"/>
              <w:szCs w:val="20"/>
            </w:rPr>
            <w:t xml:space="preserve">Pag. </w:t>
          </w:r>
          <w:r w:rsidRPr="000E6F8C">
            <w:rPr>
              <w:rFonts w:ascii="Imprint MT Shadow" w:hAnsi="Imprint MT Shadow"/>
              <w:sz w:val="20"/>
              <w:szCs w:val="20"/>
            </w:rPr>
            <w:fldChar w:fldCharType="begin"/>
          </w:r>
          <w:r w:rsidRPr="000E6F8C">
            <w:rPr>
              <w:rFonts w:ascii="Imprint MT Shadow" w:hAnsi="Imprint MT Shadow"/>
              <w:sz w:val="20"/>
              <w:szCs w:val="20"/>
            </w:rPr>
            <w:instrText>PAGE</w:instrText>
          </w:r>
          <w:r w:rsidRPr="000E6F8C">
            <w:rPr>
              <w:rFonts w:ascii="Imprint MT Shadow" w:hAnsi="Imprint MT Shadow"/>
              <w:sz w:val="20"/>
              <w:szCs w:val="20"/>
            </w:rPr>
            <w:fldChar w:fldCharType="separate"/>
          </w:r>
          <w:r w:rsidR="002541AC">
            <w:rPr>
              <w:rFonts w:ascii="Imprint MT Shadow" w:hAnsi="Imprint MT Shadow"/>
              <w:noProof/>
              <w:sz w:val="20"/>
              <w:szCs w:val="20"/>
            </w:rPr>
            <w:t>4</w:t>
          </w:r>
          <w:r w:rsidRPr="000E6F8C">
            <w:rPr>
              <w:rFonts w:ascii="Imprint MT Shadow" w:hAnsi="Imprint MT Shadow"/>
              <w:sz w:val="20"/>
              <w:szCs w:val="20"/>
            </w:rPr>
            <w:fldChar w:fldCharType="end"/>
          </w:r>
          <w:r w:rsidRPr="000E6F8C">
            <w:rPr>
              <w:rFonts w:ascii="Imprint MT Shadow" w:hAnsi="Imprint MT Shadow"/>
              <w:sz w:val="20"/>
              <w:szCs w:val="20"/>
            </w:rPr>
            <w:t xml:space="preserve"> di </w:t>
          </w:r>
          <w:r w:rsidRPr="000E6F8C">
            <w:rPr>
              <w:rFonts w:ascii="Imprint MT Shadow" w:hAnsi="Imprint MT Shadow"/>
              <w:sz w:val="20"/>
              <w:szCs w:val="20"/>
            </w:rPr>
            <w:fldChar w:fldCharType="begin"/>
          </w:r>
          <w:r w:rsidRPr="000E6F8C">
            <w:rPr>
              <w:rFonts w:ascii="Imprint MT Shadow" w:hAnsi="Imprint MT Shadow"/>
              <w:sz w:val="20"/>
              <w:szCs w:val="20"/>
            </w:rPr>
            <w:instrText>NUMPAGES</w:instrText>
          </w:r>
          <w:r w:rsidRPr="000E6F8C">
            <w:rPr>
              <w:rFonts w:ascii="Imprint MT Shadow" w:hAnsi="Imprint MT Shadow"/>
              <w:sz w:val="20"/>
              <w:szCs w:val="20"/>
            </w:rPr>
            <w:fldChar w:fldCharType="separate"/>
          </w:r>
          <w:r w:rsidR="002541AC">
            <w:rPr>
              <w:rFonts w:ascii="Imprint MT Shadow" w:hAnsi="Imprint MT Shadow"/>
              <w:noProof/>
              <w:sz w:val="20"/>
              <w:szCs w:val="20"/>
            </w:rPr>
            <w:t>4</w:t>
          </w:r>
          <w:r w:rsidRPr="000E6F8C">
            <w:rPr>
              <w:rFonts w:ascii="Imprint MT Shadow" w:hAnsi="Imprint MT Shadow"/>
              <w:sz w:val="20"/>
              <w:szCs w:val="20"/>
            </w:rPr>
            <w:fldChar w:fldCharType="end"/>
          </w:r>
        </w:p>
      </w:tc>
    </w:tr>
    <w:tr w:rsidR="008E4A05" w:rsidRPr="00C25BE8" w14:paraId="38FDF6EE" w14:textId="77777777" w:rsidTr="006D034D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35DB1EE0" w14:textId="77777777" w:rsidR="008E4A05" w:rsidRPr="00E3616A" w:rsidRDefault="008E4A05" w:rsidP="00E3616A">
          <w:pPr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E3616A">
            <w:rPr>
              <w:rFonts w:ascii="Imprint MT Shadow" w:hAnsi="Imprint MT Shadow" w:cs="Arial"/>
              <w:b/>
              <w:color w:val="0F243E"/>
              <w:sz w:val="16"/>
            </w:rPr>
            <w:t>SO.RE.SA. S.p.A.</w:t>
          </w:r>
          <w:r w:rsidRPr="00E3616A">
            <w:rPr>
              <w:rFonts w:ascii="Imprint MT Shadow" w:hAnsi="Imprint MT Shadow" w:cs="Arial"/>
              <w:color w:val="0F243E"/>
              <w:sz w:val="16"/>
            </w:rPr>
            <w:t xml:space="preserve"> con unico Socio</w:t>
          </w:r>
        </w:p>
        <w:p w14:paraId="323C599B" w14:textId="77777777" w:rsidR="008E4A05" w:rsidRPr="00E3616A" w:rsidRDefault="008E4A05" w:rsidP="008E4A05">
          <w:pPr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E3616A">
            <w:rPr>
              <w:rFonts w:ascii="Imprint MT Shadow" w:hAnsi="Imprint MT Shadow" w:cs="Arial"/>
              <w:color w:val="0F243E"/>
              <w:sz w:val="16"/>
            </w:rPr>
            <w:t>Sede Legale: Centro Direzionale Isola F9 - 80143 Napoli</w:t>
          </w:r>
        </w:p>
        <w:p w14:paraId="50466E2B" w14:textId="77777777" w:rsidR="008E4A05" w:rsidRPr="00E3616A" w:rsidRDefault="008E4A05" w:rsidP="008E4A05">
          <w:pPr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E3616A">
            <w:rPr>
              <w:rFonts w:ascii="Imprint MT Shadow" w:hAnsi="Imprint MT Shadow" w:cs="Arial"/>
              <w:color w:val="0F243E"/>
              <w:sz w:val="16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color w:val="0F243E"/>
              <w:sz w:val="16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color w:val="0F243E"/>
              <w:sz w:val="16"/>
            </w:rPr>
            <w:t>.</w:t>
          </w:r>
        </w:p>
        <w:p w14:paraId="38FD3FD0" w14:textId="77777777" w:rsidR="008E4A05" w:rsidRPr="00E3616A" w:rsidRDefault="008E4A05" w:rsidP="008E4A05">
          <w:pPr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E3616A">
            <w:rPr>
              <w:rFonts w:ascii="Imprint MT Shadow" w:hAnsi="Imprint MT Shadow" w:cs="Arial"/>
              <w:color w:val="0F243E"/>
              <w:sz w:val="16"/>
            </w:rPr>
            <w:t>Codice Fiscale, Partita IVA e iscrizione al Registro delle Imprese di Napoli n. 04786681215</w:t>
          </w:r>
        </w:p>
        <w:p w14:paraId="6685E062" w14:textId="77777777" w:rsidR="008E4A05" w:rsidRPr="000C60F9" w:rsidRDefault="008E4A05" w:rsidP="008E4A05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 w:rsidRPr="00E3616A">
            <w:rPr>
              <w:rFonts w:ascii="Imprint MT Shadow" w:hAnsi="Imprint MT Shadow" w:cs="Arial"/>
              <w:color w:val="0F243E"/>
              <w:sz w:val="16"/>
              <w:lang w:val="en-US"/>
            </w:rPr>
            <w:t>Tel. 081 21 28 174 – Fax 081 75 00 012 - www.soresa.it</w:t>
          </w:r>
        </w:p>
      </w:tc>
    </w:tr>
  </w:tbl>
  <w:p w14:paraId="01F6CE73" w14:textId="77777777" w:rsidR="00BC5560" w:rsidRPr="000C60F9" w:rsidRDefault="00BC5560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14:paraId="66614026" w14:textId="77777777" w:rsidTr="00E3616A">
      <w:trPr>
        <w:trHeight w:val="22"/>
      </w:trPr>
      <w:tc>
        <w:tcPr>
          <w:tcW w:w="1990" w:type="dxa"/>
          <w:shd w:val="clear" w:color="auto" w:fill="auto"/>
          <w:vAlign w:val="center"/>
        </w:tcPr>
        <w:p w14:paraId="627C4E17" w14:textId="77777777" w:rsidR="00BC5560" w:rsidRPr="00E3616A" w:rsidRDefault="00BC5560" w:rsidP="00E361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shd w:val="clear" w:color="auto" w:fill="auto"/>
          <w:vAlign w:val="center"/>
          <w:hideMark/>
        </w:tcPr>
        <w:p w14:paraId="55CCA078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14:paraId="26350CD0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14:paraId="5C394CA5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sz w:val="16"/>
              <w:szCs w:val="20"/>
            </w:rPr>
            <w:t>.</w:t>
          </w:r>
        </w:p>
        <w:p w14:paraId="1D3E41EA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14:paraId="78737E07" w14:textId="77777777" w:rsidR="00BC5560" w:rsidRPr="00E3616A" w:rsidRDefault="00BC5560" w:rsidP="00E3616A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 w:rsidRPr="00E3616A"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shd w:val="clear" w:color="auto" w:fill="auto"/>
          <w:vAlign w:val="center"/>
          <w:hideMark/>
        </w:tcPr>
        <w:p w14:paraId="01B6D273" w14:textId="3C29A65D" w:rsidR="00BC5560" w:rsidRPr="00E3616A" w:rsidRDefault="00BC5560" w:rsidP="00E3616A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 w:rsidRPr="00E3616A">
            <w:rPr>
              <w:sz w:val="20"/>
              <w:szCs w:val="20"/>
            </w:rPr>
            <w:t xml:space="preserve">Pag.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PAGE</w:instrText>
          </w:r>
          <w:r w:rsidRPr="00E3616A">
            <w:rPr>
              <w:sz w:val="20"/>
              <w:szCs w:val="20"/>
            </w:rPr>
            <w:fldChar w:fldCharType="separate"/>
          </w:r>
          <w:r w:rsidRPr="00E3616A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  <w:r w:rsidRPr="00E3616A">
            <w:rPr>
              <w:sz w:val="20"/>
              <w:szCs w:val="20"/>
            </w:rPr>
            <w:t xml:space="preserve"> a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NUMPAGES</w:instrText>
          </w:r>
          <w:r w:rsidRPr="00E3616A">
            <w:rPr>
              <w:sz w:val="20"/>
              <w:szCs w:val="20"/>
            </w:rPr>
            <w:fldChar w:fldCharType="separate"/>
          </w:r>
          <w:r w:rsidR="004E35AA">
            <w:rPr>
              <w:noProof/>
              <w:sz w:val="20"/>
              <w:szCs w:val="20"/>
            </w:rPr>
            <w:t>4</w:t>
          </w:r>
          <w:r w:rsidRPr="00E3616A">
            <w:rPr>
              <w:sz w:val="20"/>
              <w:szCs w:val="20"/>
            </w:rPr>
            <w:fldChar w:fldCharType="end"/>
          </w:r>
        </w:p>
        <w:p w14:paraId="5DB43BA6" w14:textId="137549FC" w:rsidR="00BC5560" w:rsidRPr="00E3616A" w:rsidRDefault="00C52A2B" w:rsidP="00E3616A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 w:rsidRPr="00E3616A"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4E35AA">
            <w:rPr>
              <w:noProof/>
              <w:sz w:val="16"/>
              <w:szCs w:val="20"/>
            </w:rPr>
            <w:t>A2 BIS INTEGRAZIONE DGUE</w:t>
          </w:r>
          <w:r>
            <w:rPr>
              <w:noProof/>
            </w:rPr>
            <w:fldChar w:fldCharType="end"/>
          </w:r>
        </w:p>
      </w:tc>
    </w:tr>
  </w:tbl>
  <w:p w14:paraId="3BE6D16A" w14:textId="77777777"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5C210" w14:textId="77777777" w:rsidR="0056559F" w:rsidRDefault="0056559F">
      <w:r>
        <w:separator/>
      </w:r>
    </w:p>
  </w:footnote>
  <w:footnote w:type="continuationSeparator" w:id="0">
    <w:p w14:paraId="50C5E0ED" w14:textId="77777777" w:rsidR="0056559F" w:rsidRDefault="0056559F">
      <w:r>
        <w:continuationSeparator/>
      </w:r>
    </w:p>
  </w:footnote>
  <w:footnote w:id="1">
    <w:p w14:paraId="78AD3CD8" w14:textId="77777777"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</w:t>
      </w:r>
      <w:r w:rsidR="002E0BC4" w:rsidRPr="008D74EF">
        <w:t>all’istruzione</w:t>
      </w:r>
      <w:r w:rsidRPr="008D74EF">
        <w:t xml:space="preserve"> di compilazione riportate in calce al presente documento.</w:t>
      </w:r>
    </w:p>
  </w:footnote>
  <w:footnote w:id="2">
    <w:p w14:paraId="29043610" w14:textId="77777777"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14:paraId="219AC693" w14:textId="77777777"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</w:t>
      </w:r>
      <w:proofErr w:type="spellStart"/>
      <w:r w:rsidRPr="00032A4A">
        <w:t>lett</w:t>
      </w:r>
      <w:proofErr w:type="spellEnd"/>
      <w:r w:rsidRPr="00032A4A">
        <w:t>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28929" w14:textId="77777777" w:rsidR="00BC5560" w:rsidRDefault="002541AC">
    <w:pPr>
      <w:pStyle w:val="Intestazione"/>
    </w:pPr>
    <w:r>
      <w:rPr>
        <w:noProof/>
      </w:rPr>
      <w:pict w14:anchorId="63BB3D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772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85DD2" w14:textId="77777777" w:rsidR="00BC5560" w:rsidRPr="004B5C3B" w:rsidRDefault="00BB06E4" w:rsidP="004B5C3B">
    <w:pPr>
      <w:pStyle w:val="Intestazione"/>
    </w:pPr>
    <w:r w:rsidRPr="003574C7">
      <w:rPr>
        <w:noProof/>
      </w:rPr>
      <w:drawing>
        <wp:inline distT="0" distB="0" distL="0" distR="0" wp14:anchorId="2130BAD2" wp14:editId="657BC88D">
          <wp:extent cx="1493520" cy="5029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427" t="11441" r="57401" b="80746"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E774E" w14:textId="77777777" w:rsidR="00BC5560" w:rsidRDefault="002541AC" w:rsidP="000C33D1">
    <w:pPr>
      <w:pStyle w:val="Intestazione"/>
    </w:pPr>
    <w:r>
      <w:rPr>
        <w:noProof/>
      </w:rPr>
      <w:pict w14:anchorId="58C9C7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75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B06E4">
      <w:rPr>
        <w:noProof/>
      </w:rPr>
      <w:drawing>
        <wp:anchor distT="0" distB="0" distL="114300" distR="114300" simplePos="0" relativeHeight="251656704" behindDoc="1" locked="0" layoutInCell="1" allowOverlap="1" wp14:anchorId="4FEDD005" wp14:editId="71522DA0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130" cy="1082040"/>
          <wp:effectExtent l="0" t="0" r="0" b="0"/>
          <wp:wrapNone/>
          <wp:docPr id="3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3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43E072" w14:textId="77777777" w:rsidR="00BC5560" w:rsidRDefault="00BC5560" w:rsidP="000C33D1">
    <w:pPr>
      <w:pStyle w:val="Intestazione"/>
    </w:pPr>
  </w:p>
  <w:p w14:paraId="5F0671F1" w14:textId="77777777" w:rsidR="00BC5560" w:rsidRDefault="00BC5560" w:rsidP="000C33D1">
    <w:pPr>
      <w:pStyle w:val="Intestazione"/>
    </w:pPr>
  </w:p>
  <w:p w14:paraId="154E268F" w14:textId="77777777" w:rsidR="00BC5560" w:rsidRDefault="00BC5560" w:rsidP="000C33D1">
    <w:pPr>
      <w:pStyle w:val="Intestazione"/>
    </w:pPr>
  </w:p>
  <w:p w14:paraId="722A0706" w14:textId="77777777"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2CBF"/>
    <w:multiLevelType w:val="multilevel"/>
    <w:tmpl w:val="AD88A852"/>
    <w:lvl w:ilvl="0">
      <w:start w:val="1"/>
      <w:numFmt w:val="decimal"/>
      <w:lvlText w:val="%1)"/>
      <w:lvlJc w:val="left"/>
      <w:pPr>
        <w:ind w:left="501" w:hanging="360"/>
      </w:pPr>
      <w:rPr>
        <w:rFonts w:ascii="Garamond" w:eastAsia="Times New Roman" w:hAnsi="Garamond" w:cs="Calibri"/>
        <w:b/>
        <w:i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E4"/>
    <w:rsid w:val="00003AD5"/>
    <w:rsid w:val="00004FEE"/>
    <w:rsid w:val="0000522A"/>
    <w:rsid w:val="00010964"/>
    <w:rsid w:val="00011EA6"/>
    <w:rsid w:val="00012056"/>
    <w:rsid w:val="000137FF"/>
    <w:rsid w:val="00014663"/>
    <w:rsid w:val="00014E07"/>
    <w:rsid w:val="00020F58"/>
    <w:rsid w:val="0002431C"/>
    <w:rsid w:val="00024333"/>
    <w:rsid w:val="0002711B"/>
    <w:rsid w:val="000276DC"/>
    <w:rsid w:val="000332E3"/>
    <w:rsid w:val="00035B37"/>
    <w:rsid w:val="00036C2F"/>
    <w:rsid w:val="000425F9"/>
    <w:rsid w:val="00043C26"/>
    <w:rsid w:val="00044813"/>
    <w:rsid w:val="00044E83"/>
    <w:rsid w:val="000465AE"/>
    <w:rsid w:val="00050BBA"/>
    <w:rsid w:val="00054201"/>
    <w:rsid w:val="00055712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2896"/>
    <w:rsid w:val="00083CD9"/>
    <w:rsid w:val="000858BB"/>
    <w:rsid w:val="00086A01"/>
    <w:rsid w:val="00086D7E"/>
    <w:rsid w:val="0008709A"/>
    <w:rsid w:val="000923CE"/>
    <w:rsid w:val="000A00A7"/>
    <w:rsid w:val="000A0F8D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389E"/>
    <w:rsid w:val="000B44E7"/>
    <w:rsid w:val="000B5AB5"/>
    <w:rsid w:val="000B6669"/>
    <w:rsid w:val="000C00F6"/>
    <w:rsid w:val="000C28AB"/>
    <w:rsid w:val="000C33D1"/>
    <w:rsid w:val="000C60F9"/>
    <w:rsid w:val="000C6295"/>
    <w:rsid w:val="000D2030"/>
    <w:rsid w:val="000D6E16"/>
    <w:rsid w:val="000E3524"/>
    <w:rsid w:val="000E3D57"/>
    <w:rsid w:val="000E5C6A"/>
    <w:rsid w:val="000E6AA2"/>
    <w:rsid w:val="000E6F8C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1089B"/>
    <w:rsid w:val="001159F1"/>
    <w:rsid w:val="001167B1"/>
    <w:rsid w:val="00123517"/>
    <w:rsid w:val="001238DD"/>
    <w:rsid w:val="00124585"/>
    <w:rsid w:val="001253A2"/>
    <w:rsid w:val="00125F29"/>
    <w:rsid w:val="0013330B"/>
    <w:rsid w:val="00134E1B"/>
    <w:rsid w:val="0013691A"/>
    <w:rsid w:val="00140565"/>
    <w:rsid w:val="0014087C"/>
    <w:rsid w:val="00142C32"/>
    <w:rsid w:val="00142EBE"/>
    <w:rsid w:val="001446B4"/>
    <w:rsid w:val="001453D9"/>
    <w:rsid w:val="001512E6"/>
    <w:rsid w:val="00152773"/>
    <w:rsid w:val="00152ECA"/>
    <w:rsid w:val="00157158"/>
    <w:rsid w:val="001604EF"/>
    <w:rsid w:val="00160CDB"/>
    <w:rsid w:val="00161FE3"/>
    <w:rsid w:val="00162B97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7D3C"/>
    <w:rsid w:val="00191B17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4701B"/>
    <w:rsid w:val="00247F86"/>
    <w:rsid w:val="0025029F"/>
    <w:rsid w:val="00250909"/>
    <w:rsid w:val="002541AC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5E92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D6E47"/>
    <w:rsid w:val="002E09AE"/>
    <w:rsid w:val="002E0BC4"/>
    <w:rsid w:val="002E10DE"/>
    <w:rsid w:val="002E11CB"/>
    <w:rsid w:val="002E297F"/>
    <w:rsid w:val="002E2AC5"/>
    <w:rsid w:val="002E2E39"/>
    <w:rsid w:val="002E4B43"/>
    <w:rsid w:val="002E4FF8"/>
    <w:rsid w:val="002E6025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05107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C99"/>
    <w:rsid w:val="00340C8C"/>
    <w:rsid w:val="00345269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A00C5"/>
    <w:rsid w:val="003A27B9"/>
    <w:rsid w:val="003A3060"/>
    <w:rsid w:val="003A77E8"/>
    <w:rsid w:val="003B1076"/>
    <w:rsid w:val="003C149A"/>
    <w:rsid w:val="003C2E81"/>
    <w:rsid w:val="003C341C"/>
    <w:rsid w:val="003C3F71"/>
    <w:rsid w:val="003C51F4"/>
    <w:rsid w:val="003C758E"/>
    <w:rsid w:val="003D0650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16A"/>
    <w:rsid w:val="004038F1"/>
    <w:rsid w:val="0040407C"/>
    <w:rsid w:val="004046F3"/>
    <w:rsid w:val="00407149"/>
    <w:rsid w:val="00412E33"/>
    <w:rsid w:val="00414787"/>
    <w:rsid w:val="004153C5"/>
    <w:rsid w:val="0041706E"/>
    <w:rsid w:val="0042098F"/>
    <w:rsid w:val="00422761"/>
    <w:rsid w:val="004249D7"/>
    <w:rsid w:val="00435A2D"/>
    <w:rsid w:val="004365E4"/>
    <w:rsid w:val="00437918"/>
    <w:rsid w:val="00437A7C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FF7"/>
    <w:rsid w:val="004B5C3B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D5941"/>
    <w:rsid w:val="004E35AA"/>
    <w:rsid w:val="004E5835"/>
    <w:rsid w:val="004E730E"/>
    <w:rsid w:val="004F0FE8"/>
    <w:rsid w:val="004F1762"/>
    <w:rsid w:val="005000EA"/>
    <w:rsid w:val="00501E73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7DAE"/>
    <w:rsid w:val="00541009"/>
    <w:rsid w:val="00544F51"/>
    <w:rsid w:val="00547C02"/>
    <w:rsid w:val="00550A3C"/>
    <w:rsid w:val="00550BEB"/>
    <w:rsid w:val="00552A92"/>
    <w:rsid w:val="0055362A"/>
    <w:rsid w:val="00555180"/>
    <w:rsid w:val="00563781"/>
    <w:rsid w:val="0056559F"/>
    <w:rsid w:val="0057018D"/>
    <w:rsid w:val="00572FD2"/>
    <w:rsid w:val="00574DC9"/>
    <w:rsid w:val="00577041"/>
    <w:rsid w:val="0059051D"/>
    <w:rsid w:val="00591954"/>
    <w:rsid w:val="00591E6F"/>
    <w:rsid w:val="00592CE5"/>
    <w:rsid w:val="00594C50"/>
    <w:rsid w:val="005952EB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D1E96"/>
    <w:rsid w:val="005E0914"/>
    <w:rsid w:val="005E401C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D26"/>
    <w:rsid w:val="00626B85"/>
    <w:rsid w:val="006324EF"/>
    <w:rsid w:val="0063399B"/>
    <w:rsid w:val="00636352"/>
    <w:rsid w:val="006365F7"/>
    <w:rsid w:val="00641802"/>
    <w:rsid w:val="006425B3"/>
    <w:rsid w:val="00642775"/>
    <w:rsid w:val="00643206"/>
    <w:rsid w:val="00645823"/>
    <w:rsid w:val="00647327"/>
    <w:rsid w:val="006473A5"/>
    <w:rsid w:val="00650708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91C46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4D"/>
    <w:rsid w:val="006D0359"/>
    <w:rsid w:val="006D4E08"/>
    <w:rsid w:val="006D5DA2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314BE"/>
    <w:rsid w:val="0073326B"/>
    <w:rsid w:val="0073328B"/>
    <w:rsid w:val="00734827"/>
    <w:rsid w:val="00736039"/>
    <w:rsid w:val="007361E8"/>
    <w:rsid w:val="007363B3"/>
    <w:rsid w:val="00740611"/>
    <w:rsid w:val="007469AD"/>
    <w:rsid w:val="0075206D"/>
    <w:rsid w:val="007534D8"/>
    <w:rsid w:val="00757726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2C30"/>
    <w:rsid w:val="007B4FE8"/>
    <w:rsid w:val="007B6438"/>
    <w:rsid w:val="007B7841"/>
    <w:rsid w:val="007C2503"/>
    <w:rsid w:val="007C4071"/>
    <w:rsid w:val="007D19E8"/>
    <w:rsid w:val="007D2B6D"/>
    <w:rsid w:val="007D4C5F"/>
    <w:rsid w:val="007D53CE"/>
    <w:rsid w:val="007D761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7D6"/>
    <w:rsid w:val="00895080"/>
    <w:rsid w:val="00895D37"/>
    <w:rsid w:val="008A06C8"/>
    <w:rsid w:val="008A1845"/>
    <w:rsid w:val="008A1C26"/>
    <w:rsid w:val="008A66FF"/>
    <w:rsid w:val="008A6B97"/>
    <w:rsid w:val="008A710F"/>
    <w:rsid w:val="008A77C8"/>
    <w:rsid w:val="008B0500"/>
    <w:rsid w:val="008B0DDC"/>
    <w:rsid w:val="008B41E2"/>
    <w:rsid w:val="008B5B73"/>
    <w:rsid w:val="008B78CE"/>
    <w:rsid w:val="008C1A3B"/>
    <w:rsid w:val="008C1E90"/>
    <w:rsid w:val="008C23FF"/>
    <w:rsid w:val="008C2DAB"/>
    <w:rsid w:val="008C4006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78B0"/>
    <w:rsid w:val="009002D8"/>
    <w:rsid w:val="00900B53"/>
    <w:rsid w:val="00901C9D"/>
    <w:rsid w:val="00913589"/>
    <w:rsid w:val="00915C7B"/>
    <w:rsid w:val="00916BB7"/>
    <w:rsid w:val="00921EE9"/>
    <w:rsid w:val="00923010"/>
    <w:rsid w:val="00923D81"/>
    <w:rsid w:val="00925139"/>
    <w:rsid w:val="0092597B"/>
    <w:rsid w:val="0092736C"/>
    <w:rsid w:val="00941CE0"/>
    <w:rsid w:val="00945933"/>
    <w:rsid w:val="00947F09"/>
    <w:rsid w:val="00951F8A"/>
    <w:rsid w:val="009543BA"/>
    <w:rsid w:val="0095468D"/>
    <w:rsid w:val="0096528F"/>
    <w:rsid w:val="00966069"/>
    <w:rsid w:val="00971C85"/>
    <w:rsid w:val="00972657"/>
    <w:rsid w:val="009731E0"/>
    <w:rsid w:val="00973437"/>
    <w:rsid w:val="009758B2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5DCB"/>
    <w:rsid w:val="009F67DC"/>
    <w:rsid w:val="009F7BC4"/>
    <w:rsid w:val="009F7E3D"/>
    <w:rsid w:val="00A00FDF"/>
    <w:rsid w:val="00A01398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FFF"/>
    <w:rsid w:val="00A9040E"/>
    <w:rsid w:val="00A9259A"/>
    <w:rsid w:val="00A9281F"/>
    <w:rsid w:val="00A92DE1"/>
    <w:rsid w:val="00A932B7"/>
    <w:rsid w:val="00A95191"/>
    <w:rsid w:val="00A96C2F"/>
    <w:rsid w:val="00A977BB"/>
    <w:rsid w:val="00AA0F56"/>
    <w:rsid w:val="00AA214E"/>
    <w:rsid w:val="00AA3EA3"/>
    <w:rsid w:val="00AA6289"/>
    <w:rsid w:val="00AA670C"/>
    <w:rsid w:val="00AB1282"/>
    <w:rsid w:val="00AB3D75"/>
    <w:rsid w:val="00AC41C9"/>
    <w:rsid w:val="00AC5196"/>
    <w:rsid w:val="00AC5229"/>
    <w:rsid w:val="00AC5FE7"/>
    <w:rsid w:val="00AC7EE6"/>
    <w:rsid w:val="00AD1515"/>
    <w:rsid w:val="00AD180D"/>
    <w:rsid w:val="00AD1A2D"/>
    <w:rsid w:val="00AD4879"/>
    <w:rsid w:val="00AD6E7A"/>
    <w:rsid w:val="00AE284E"/>
    <w:rsid w:val="00AE3777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7FE"/>
    <w:rsid w:val="00B42FAE"/>
    <w:rsid w:val="00B43C70"/>
    <w:rsid w:val="00B50BA4"/>
    <w:rsid w:val="00B512F7"/>
    <w:rsid w:val="00B51DCF"/>
    <w:rsid w:val="00B5430C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82C21"/>
    <w:rsid w:val="00B93A5A"/>
    <w:rsid w:val="00B94B78"/>
    <w:rsid w:val="00B973F4"/>
    <w:rsid w:val="00BA0D64"/>
    <w:rsid w:val="00BA49DD"/>
    <w:rsid w:val="00BA54AA"/>
    <w:rsid w:val="00BA5737"/>
    <w:rsid w:val="00BB06E4"/>
    <w:rsid w:val="00BB5678"/>
    <w:rsid w:val="00BB5B4C"/>
    <w:rsid w:val="00BC0B20"/>
    <w:rsid w:val="00BC2D65"/>
    <w:rsid w:val="00BC375E"/>
    <w:rsid w:val="00BC3E53"/>
    <w:rsid w:val="00BC3F9C"/>
    <w:rsid w:val="00BC459C"/>
    <w:rsid w:val="00BC5560"/>
    <w:rsid w:val="00BC66C7"/>
    <w:rsid w:val="00BD0A77"/>
    <w:rsid w:val="00BD3EC3"/>
    <w:rsid w:val="00BD4109"/>
    <w:rsid w:val="00BD51FA"/>
    <w:rsid w:val="00BD5737"/>
    <w:rsid w:val="00BD6F9C"/>
    <w:rsid w:val="00BD70C4"/>
    <w:rsid w:val="00BE020C"/>
    <w:rsid w:val="00BE046A"/>
    <w:rsid w:val="00BE2FF8"/>
    <w:rsid w:val="00BE3B38"/>
    <w:rsid w:val="00BE4281"/>
    <w:rsid w:val="00BE44DE"/>
    <w:rsid w:val="00BE4D23"/>
    <w:rsid w:val="00BE57D0"/>
    <w:rsid w:val="00BE62CE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5BE8"/>
    <w:rsid w:val="00C263E7"/>
    <w:rsid w:val="00C309D2"/>
    <w:rsid w:val="00C315E5"/>
    <w:rsid w:val="00C31DDB"/>
    <w:rsid w:val="00C31FF9"/>
    <w:rsid w:val="00C33342"/>
    <w:rsid w:val="00C350E0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67799"/>
    <w:rsid w:val="00C7204C"/>
    <w:rsid w:val="00C72969"/>
    <w:rsid w:val="00C7579D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5882"/>
    <w:rsid w:val="00CB6180"/>
    <w:rsid w:val="00CB6C06"/>
    <w:rsid w:val="00CB6D34"/>
    <w:rsid w:val="00CB6F2A"/>
    <w:rsid w:val="00CB7EF1"/>
    <w:rsid w:val="00CC05E3"/>
    <w:rsid w:val="00CC3C00"/>
    <w:rsid w:val="00CC6A9C"/>
    <w:rsid w:val="00CC701D"/>
    <w:rsid w:val="00CC74A2"/>
    <w:rsid w:val="00CD402E"/>
    <w:rsid w:val="00CD5055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CF7DD8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5A28"/>
    <w:rsid w:val="00D1792A"/>
    <w:rsid w:val="00D23C1E"/>
    <w:rsid w:val="00D25848"/>
    <w:rsid w:val="00D27634"/>
    <w:rsid w:val="00D302ED"/>
    <w:rsid w:val="00D347AB"/>
    <w:rsid w:val="00D347C5"/>
    <w:rsid w:val="00D35667"/>
    <w:rsid w:val="00D439D1"/>
    <w:rsid w:val="00D450AC"/>
    <w:rsid w:val="00D46BF9"/>
    <w:rsid w:val="00D46E6B"/>
    <w:rsid w:val="00D56A76"/>
    <w:rsid w:val="00D67380"/>
    <w:rsid w:val="00D704C3"/>
    <w:rsid w:val="00D709F4"/>
    <w:rsid w:val="00D729CE"/>
    <w:rsid w:val="00D80CCA"/>
    <w:rsid w:val="00D83CB7"/>
    <w:rsid w:val="00D8518B"/>
    <w:rsid w:val="00D85BCB"/>
    <w:rsid w:val="00D90522"/>
    <w:rsid w:val="00D936EA"/>
    <w:rsid w:val="00D93760"/>
    <w:rsid w:val="00D93AF3"/>
    <w:rsid w:val="00D95E49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6E2E"/>
    <w:rsid w:val="00DB7DCA"/>
    <w:rsid w:val="00DC0713"/>
    <w:rsid w:val="00DC0E1C"/>
    <w:rsid w:val="00DC15E1"/>
    <w:rsid w:val="00DC61FB"/>
    <w:rsid w:val="00DC7F1C"/>
    <w:rsid w:val="00DD016C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64FD"/>
    <w:rsid w:val="00DF69D2"/>
    <w:rsid w:val="00E001E6"/>
    <w:rsid w:val="00E00694"/>
    <w:rsid w:val="00E0165C"/>
    <w:rsid w:val="00E04876"/>
    <w:rsid w:val="00E065FF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229FC"/>
    <w:rsid w:val="00E3201A"/>
    <w:rsid w:val="00E3248C"/>
    <w:rsid w:val="00E3370C"/>
    <w:rsid w:val="00E35AA1"/>
    <w:rsid w:val="00E3616A"/>
    <w:rsid w:val="00E378BF"/>
    <w:rsid w:val="00E42302"/>
    <w:rsid w:val="00E42D04"/>
    <w:rsid w:val="00E4358C"/>
    <w:rsid w:val="00E43E73"/>
    <w:rsid w:val="00E4595F"/>
    <w:rsid w:val="00E45EBC"/>
    <w:rsid w:val="00E528D6"/>
    <w:rsid w:val="00E61063"/>
    <w:rsid w:val="00E6117F"/>
    <w:rsid w:val="00E61876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1AB2"/>
    <w:rsid w:val="00E92A5F"/>
    <w:rsid w:val="00E941B3"/>
    <w:rsid w:val="00E97661"/>
    <w:rsid w:val="00E97E2A"/>
    <w:rsid w:val="00EA0080"/>
    <w:rsid w:val="00EA1D29"/>
    <w:rsid w:val="00EA61F5"/>
    <w:rsid w:val="00EA7789"/>
    <w:rsid w:val="00EB0CD3"/>
    <w:rsid w:val="00EB2B4C"/>
    <w:rsid w:val="00EB3805"/>
    <w:rsid w:val="00EC0444"/>
    <w:rsid w:val="00EC19AA"/>
    <w:rsid w:val="00EC509D"/>
    <w:rsid w:val="00EC76B0"/>
    <w:rsid w:val="00ED1716"/>
    <w:rsid w:val="00ED2175"/>
    <w:rsid w:val="00ED2926"/>
    <w:rsid w:val="00ED40DD"/>
    <w:rsid w:val="00ED6781"/>
    <w:rsid w:val="00EE0727"/>
    <w:rsid w:val="00EE0EF6"/>
    <w:rsid w:val="00EE2262"/>
    <w:rsid w:val="00EE40C7"/>
    <w:rsid w:val="00EE599C"/>
    <w:rsid w:val="00EE6C81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600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4A6F"/>
    <w:rsid w:val="00F65BD2"/>
    <w:rsid w:val="00F65CDC"/>
    <w:rsid w:val="00F70A41"/>
    <w:rsid w:val="00F75A2C"/>
    <w:rsid w:val="00F76F5A"/>
    <w:rsid w:val="00F7706F"/>
    <w:rsid w:val="00F8229C"/>
    <w:rsid w:val="00F855CA"/>
    <w:rsid w:val="00F85BB2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5A11"/>
    <w:rsid w:val="00FC6682"/>
    <w:rsid w:val="00FC6E3A"/>
    <w:rsid w:val="00FD1E85"/>
    <w:rsid w:val="00FD762F"/>
    <w:rsid w:val="00FE035A"/>
    <w:rsid w:val="00FE1B7F"/>
    <w:rsid w:val="00FE209D"/>
    <w:rsid w:val="00FE4D73"/>
    <w:rsid w:val="00FE7EF5"/>
    <w:rsid w:val="00FF05D8"/>
    <w:rsid w:val="00FF105E"/>
    <w:rsid w:val="00FF2813"/>
    <w:rsid w:val="00FF3950"/>
    <w:rsid w:val="00FF3AE2"/>
    <w:rsid w:val="00FF4458"/>
    <w:rsid w:val="00FF628D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832896A"/>
  <w15:docId w15:val="{B5605E75-4B9D-4C7F-A638-BFF7C1E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/>
      </w:pBdr>
      <w:spacing w:before="120" w:after="120" w:line="276" w:lineRule="auto"/>
      <w:jc w:val="center"/>
    </w:pPr>
    <w:rPr>
      <w:rFonts w:ascii="Garamond" w:eastAsia="Calibri" w:hAnsi="Garamond"/>
      <w:b/>
      <w:smallCaps/>
      <w:color w:val="0F243E"/>
      <w:sz w:val="28"/>
      <w:szCs w:val="32"/>
    </w:rPr>
  </w:style>
  <w:style w:type="character" w:customStyle="1" w:styleId="TitoloCarattere">
    <w:name w:val="Titolo Carattere"/>
    <w:link w:val="Titolo"/>
    <w:uiPriority w:val="10"/>
    <w:rsid w:val="000A7CFC"/>
    <w:rPr>
      <w:rFonts w:ascii="Garamond" w:eastAsia="Calibri" w:hAnsi="Garamond" w:cs="Times New Roman"/>
      <w:b/>
      <w:smallCaps/>
      <w:color w:val="0F243E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link w:val="Titolo2"/>
    <w:semiHidden/>
    <w:rsid w:val="008738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link w:val="Normale11pt"/>
    <w:uiPriority w:val="99"/>
    <w:locked/>
    <w:rsid w:val="007204EA"/>
    <w:rPr>
      <w:rFonts w:ascii="Arial" w:eastAsia="Times New Roman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link w:val="Titolo1"/>
    <w:rsid w:val="00D356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o%20Caggiano\Desktop\A2%20Bis%20Integrazione%20DGUE%20200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0C483-BAE1-4B16-A815-6A9CA4BA3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 Bis Integrazione DGUE 2003</Template>
  <TotalTime>50</TotalTime>
  <Pages>4</Pages>
  <Words>1428</Words>
  <Characters>8024</Characters>
  <Application>Microsoft Office Word</Application>
  <DocSecurity>0</DocSecurity>
  <Lines>66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subject/>
  <dc:creator>Antonino Sirignano</dc:creator>
  <cp:keywords/>
  <cp:lastModifiedBy>Giuseppe Grasso</cp:lastModifiedBy>
  <cp:revision>11</cp:revision>
  <cp:lastPrinted>2023-03-27T13:33:00Z</cp:lastPrinted>
  <dcterms:created xsi:type="dcterms:W3CDTF">2021-01-05T09:22:00Z</dcterms:created>
  <dcterms:modified xsi:type="dcterms:W3CDTF">2023-03-31T10:15:00Z</dcterms:modified>
</cp:coreProperties>
</file>